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491" w:rsidRDefault="00D13491" w:rsidP="001B5944">
      <w:pPr>
        <w:pStyle w:val="Title"/>
        <w:jc w:val="left"/>
        <w:rPr>
          <w:spacing w:val="80"/>
          <w:szCs w:val="24"/>
          <w:u w:val="single"/>
        </w:rPr>
      </w:pPr>
    </w:p>
    <w:p w:rsidR="009748D9" w:rsidRPr="00790296" w:rsidRDefault="009748D9" w:rsidP="001B5944">
      <w:pPr>
        <w:pStyle w:val="Title"/>
        <w:jc w:val="left"/>
        <w:rPr>
          <w:spacing w:val="80"/>
          <w:szCs w:val="24"/>
          <w:u w:val="single"/>
        </w:rPr>
      </w:pPr>
    </w:p>
    <w:p w:rsidR="00893D85" w:rsidRPr="00D13491" w:rsidRDefault="00893D85" w:rsidP="00790296">
      <w:pPr>
        <w:pStyle w:val="Title"/>
        <w:rPr>
          <w:rFonts w:ascii="Cooper Black" w:hAnsi="Cooper Black"/>
          <w:spacing w:val="26"/>
          <w:sz w:val="32"/>
          <w:szCs w:val="32"/>
          <w:u w:val="thick"/>
        </w:rPr>
      </w:pPr>
      <w:r w:rsidRPr="00D13491">
        <w:rPr>
          <w:rFonts w:ascii="Cooper Black" w:hAnsi="Cooper Black"/>
          <w:spacing w:val="80"/>
          <w:sz w:val="32"/>
          <w:szCs w:val="32"/>
          <w:u w:val="single"/>
        </w:rPr>
        <w:t>Mission Hills</w:t>
      </w:r>
      <w:r w:rsidR="00407415" w:rsidRPr="00D13491">
        <w:rPr>
          <w:rFonts w:ascii="Cooper Black" w:hAnsi="Cooper Black"/>
          <w:spacing w:val="80"/>
          <w:sz w:val="32"/>
          <w:szCs w:val="32"/>
          <w:u w:val="single"/>
        </w:rPr>
        <w:t xml:space="preserve"> </w:t>
      </w:r>
      <w:r w:rsidRPr="00D13491">
        <w:rPr>
          <w:rFonts w:ascii="Cooper Black" w:hAnsi="Cooper Black"/>
          <w:spacing w:val="26"/>
          <w:sz w:val="32"/>
          <w:szCs w:val="32"/>
          <w:u w:val="single"/>
        </w:rPr>
        <w:t>Communit</w:t>
      </w:r>
      <w:r w:rsidR="00407415" w:rsidRPr="00D13491">
        <w:rPr>
          <w:rFonts w:ascii="Cooper Black" w:hAnsi="Cooper Black"/>
          <w:spacing w:val="26"/>
          <w:sz w:val="32"/>
          <w:szCs w:val="32"/>
          <w:u w:val="single"/>
        </w:rPr>
        <w:t>y Services District</w:t>
      </w:r>
    </w:p>
    <w:p w:rsidR="00893D85" w:rsidRPr="00D13491" w:rsidRDefault="00A84124" w:rsidP="00790296">
      <w:pPr>
        <w:jc w:val="center"/>
        <w:rPr>
          <w:rFonts w:ascii="Cooper Black" w:hAnsi="Cooper Black"/>
          <w:szCs w:val="24"/>
        </w:rPr>
      </w:pPr>
      <w:r w:rsidRPr="00D13491">
        <w:rPr>
          <w:rFonts w:ascii="Cooper Black" w:hAnsi="Cooper Black"/>
          <w:szCs w:val="24"/>
        </w:rPr>
        <w:t>1550 E</w:t>
      </w:r>
      <w:r w:rsidR="008F63A7">
        <w:rPr>
          <w:rFonts w:ascii="Cooper Black" w:hAnsi="Cooper Black"/>
          <w:szCs w:val="24"/>
        </w:rPr>
        <w:t>ast Burton Mesa Blvd</w:t>
      </w:r>
      <w:r w:rsidR="00716989" w:rsidRPr="00D13491">
        <w:rPr>
          <w:rFonts w:ascii="Cooper Black" w:hAnsi="Cooper Black"/>
          <w:szCs w:val="24"/>
        </w:rPr>
        <w:t>,</w:t>
      </w:r>
      <w:r w:rsidR="00893D85" w:rsidRPr="00D13491">
        <w:rPr>
          <w:rFonts w:ascii="Cooper Black" w:hAnsi="Cooper Black"/>
          <w:szCs w:val="24"/>
        </w:rPr>
        <w:t xml:space="preserve"> Lompoc CA 93436-2100</w:t>
      </w:r>
      <w:r w:rsidR="00C442E9" w:rsidRPr="00D13491">
        <w:rPr>
          <w:rFonts w:ascii="Cooper Black" w:hAnsi="Cooper Black"/>
          <w:noProof/>
          <w:szCs w:val="24"/>
        </w:rPr>
        <w:drawing>
          <wp:anchor distT="0" distB="0" distL="114300" distR="114300" simplePos="0" relativeHeight="251657728" behindDoc="0" locked="1" layoutInCell="1" allowOverlap="1" wp14:anchorId="733C1A72" wp14:editId="63CF8BBC">
            <wp:simplePos x="0" y="0"/>
            <wp:positionH relativeFrom="column">
              <wp:posOffset>4743450</wp:posOffset>
            </wp:positionH>
            <wp:positionV relativeFrom="paragraph">
              <wp:posOffset>359410</wp:posOffset>
            </wp:positionV>
            <wp:extent cx="1128395" cy="990600"/>
            <wp:effectExtent l="0" t="0" r="0" b="0"/>
            <wp:wrapSquare wrapText="bothSides"/>
            <wp:docPr id="551" name="Picture 551" descr="Mission Hills CS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descr="Mission Hills CSD LOGO"/>
                    <pic:cNvPicPr>
                      <a:picLocks noChangeAspect="1" noChangeArrowheads="1"/>
                    </pic:cNvPicPr>
                  </pic:nvPicPr>
                  <pic:blipFill>
                    <a:blip r:embed="rId10" cstate="print"/>
                    <a:srcRect/>
                    <a:stretch>
                      <a:fillRect/>
                    </a:stretch>
                  </pic:blipFill>
                  <pic:spPr bwMode="auto">
                    <a:xfrm>
                      <a:off x="0" y="0"/>
                      <a:ext cx="1128395" cy="9906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893D85" w:rsidRPr="00D13491" w:rsidRDefault="00893D85" w:rsidP="00790296">
      <w:pPr>
        <w:jc w:val="center"/>
        <w:rPr>
          <w:rFonts w:ascii="Cooper Black" w:hAnsi="Cooper Black"/>
          <w:szCs w:val="24"/>
        </w:rPr>
      </w:pPr>
      <w:r w:rsidRPr="00D13491">
        <w:rPr>
          <w:rFonts w:ascii="Cooper Black" w:hAnsi="Cooper Black"/>
          <w:szCs w:val="24"/>
        </w:rPr>
        <w:t xml:space="preserve">Telephone: </w:t>
      </w:r>
      <w:r w:rsidR="00716989" w:rsidRPr="00D13491">
        <w:rPr>
          <w:rFonts w:ascii="Cooper Black" w:hAnsi="Cooper Black"/>
          <w:szCs w:val="24"/>
        </w:rPr>
        <w:t xml:space="preserve"> </w:t>
      </w:r>
      <w:r w:rsidRPr="00D13491">
        <w:rPr>
          <w:rFonts w:ascii="Cooper Black" w:hAnsi="Cooper Black"/>
          <w:szCs w:val="24"/>
        </w:rPr>
        <w:t xml:space="preserve">(805) 733-4366 </w:t>
      </w:r>
      <w:r w:rsidR="00716989" w:rsidRPr="00D13491">
        <w:rPr>
          <w:rFonts w:ascii="Cooper Black" w:hAnsi="Cooper Black"/>
          <w:szCs w:val="24"/>
        </w:rPr>
        <w:t xml:space="preserve"> </w:t>
      </w:r>
      <w:r w:rsidRPr="00D13491">
        <w:rPr>
          <w:rFonts w:ascii="Cooper Black" w:hAnsi="Cooper Black"/>
          <w:szCs w:val="24"/>
        </w:rPr>
        <w:t>-</w:t>
      </w:r>
      <w:r w:rsidR="00716989" w:rsidRPr="00D13491">
        <w:rPr>
          <w:rFonts w:ascii="Cooper Black" w:hAnsi="Cooper Black"/>
          <w:szCs w:val="24"/>
        </w:rPr>
        <w:t xml:space="preserve"> </w:t>
      </w:r>
      <w:r w:rsidRPr="00D13491">
        <w:rPr>
          <w:rFonts w:ascii="Cooper Black" w:hAnsi="Cooper Black"/>
          <w:szCs w:val="24"/>
        </w:rPr>
        <w:t xml:space="preserve"> Fax:</w:t>
      </w:r>
      <w:r w:rsidR="00716989" w:rsidRPr="00D13491">
        <w:rPr>
          <w:rFonts w:ascii="Cooper Black" w:hAnsi="Cooper Black"/>
          <w:szCs w:val="24"/>
        </w:rPr>
        <w:t xml:space="preserve"> </w:t>
      </w:r>
      <w:r w:rsidRPr="00D13491">
        <w:rPr>
          <w:rFonts w:ascii="Cooper Black" w:hAnsi="Cooper Black"/>
          <w:szCs w:val="24"/>
        </w:rPr>
        <w:t xml:space="preserve"> (805) 733-4188</w:t>
      </w:r>
    </w:p>
    <w:p w:rsidR="00D85684" w:rsidRPr="00D85684" w:rsidRDefault="00D85684" w:rsidP="00D85684">
      <w:pPr>
        <w:rPr>
          <w:b/>
          <w:color w:val="000000"/>
          <w:sz w:val="22"/>
          <w:szCs w:val="22"/>
        </w:rPr>
      </w:pPr>
      <w:r w:rsidRPr="00D85684">
        <w:rPr>
          <w:b/>
          <w:color w:val="000000"/>
          <w:sz w:val="22"/>
          <w:szCs w:val="22"/>
        </w:rPr>
        <w:t>Directors:</w:t>
      </w:r>
    </w:p>
    <w:p w:rsidR="00D85684" w:rsidRPr="001C10C2" w:rsidRDefault="00D85684" w:rsidP="00D85684">
      <w:pPr>
        <w:ind w:firstLine="360"/>
        <w:rPr>
          <w:sz w:val="20"/>
        </w:rPr>
      </w:pPr>
      <w:r w:rsidRPr="001C10C2">
        <w:rPr>
          <w:sz w:val="20"/>
        </w:rPr>
        <w:t>Steve Dietrich</w:t>
      </w:r>
    </w:p>
    <w:p w:rsidR="00D85684" w:rsidRPr="001C10C2" w:rsidRDefault="00D85684" w:rsidP="00D85684">
      <w:pPr>
        <w:ind w:firstLine="360"/>
        <w:rPr>
          <w:sz w:val="20"/>
        </w:rPr>
      </w:pPr>
      <w:r w:rsidRPr="001C10C2">
        <w:rPr>
          <w:sz w:val="20"/>
        </w:rPr>
        <w:t>Myron Heavin</w:t>
      </w:r>
    </w:p>
    <w:p w:rsidR="00D85684" w:rsidRPr="001C10C2" w:rsidRDefault="00D85684" w:rsidP="00D85684">
      <w:pPr>
        <w:ind w:firstLine="360"/>
        <w:rPr>
          <w:sz w:val="20"/>
        </w:rPr>
      </w:pPr>
      <w:r w:rsidRPr="001C10C2">
        <w:rPr>
          <w:sz w:val="20"/>
        </w:rPr>
        <w:t>Walter Fasold</w:t>
      </w:r>
    </w:p>
    <w:p w:rsidR="00D85684" w:rsidRPr="001C10C2" w:rsidRDefault="00D85684" w:rsidP="00D85684">
      <w:pPr>
        <w:ind w:firstLine="360"/>
        <w:rPr>
          <w:sz w:val="20"/>
        </w:rPr>
      </w:pPr>
      <w:r w:rsidRPr="001C10C2">
        <w:rPr>
          <w:sz w:val="20"/>
        </w:rPr>
        <w:t>James S. Mac Kenzie</w:t>
      </w:r>
      <w:bookmarkStart w:id="0" w:name="_GoBack"/>
      <w:bookmarkEnd w:id="0"/>
    </w:p>
    <w:p w:rsidR="00790296" w:rsidRPr="00D85684" w:rsidRDefault="00D85684" w:rsidP="00D85684">
      <w:pPr>
        <w:ind w:firstLine="360"/>
        <w:rPr>
          <w:sz w:val="20"/>
        </w:rPr>
      </w:pPr>
      <w:r w:rsidRPr="001C10C2">
        <w:rPr>
          <w:sz w:val="20"/>
        </w:rPr>
        <w:t>Bruce Nix</w:t>
      </w:r>
    </w:p>
    <w:p w:rsidR="00D13491" w:rsidRDefault="00D13491" w:rsidP="00790296">
      <w:pPr>
        <w:tabs>
          <w:tab w:val="left" w:pos="5240"/>
        </w:tabs>
        <w:jc w:val="center"/>
        <w:rPr>
          <w:color w:val="000000"/>
          <w:szCs w:val="24"/>
        </w:rPr>
      </w:pPr>
    </w:p>
    <w:p w:rsidR="0099761C" w:rsidRPr="00790296" w:rsidRDefault="00DD5786" w:rsidP="00790296">
      <w:pPr>
        <w:tabs>
          <w:tab w:val="left" w:pos="5240"/>
        </w:tabs>
        <w:jc w:val="center"/>
        <w:rPr>
          <w:rFonts w:ascii="Arial" w:hAnsi="Arial" w:cs="Arial"/>
          <w:b/>
          <w:color w:val="000000"/>
          <w:szCs w:val="24"/>
        </w:rPr>
      </w:pPr>
      <w:r>
        <w:rPr>
          <w:color w:val="000000"/>
          <w:szCs w:val="24"/>
        </w:rPr>
        <w:t>February 1</w:t>
      </w:r>
      <w:r w:rsidR="0037308D" w:rsidRPr="00790296">
        <w:rPr>
          <w:color w:val="000000"/>
          <w:szCs w:val="24"/>
        </w:rPr>
        <w:t>, 2018</w:t>
      </w:r>
      <w:r w:rsidR="00CD55BE" w:rsidRPr="00790296">
        <w:rPr>
          <w:color w:val="000000"/>
          <w:szCs w:val="24"/>
        </w:rPr>
        <w:br/>
      </w:r>
    </w:p>
    <w:p w:rsidR="00DD0FB4" w:rsidRPr="00790296" w:rsidRDefault="00133016" w:rsidP="00D13491">
      <w:pPr>
        <w:ind w:left="180"/>
        <w:jc w:val="both"/>
        <w:rPr>
          <w:color w:val="000000"/>
          <w:szCs w:val="24"/>
        </w:rPr>
      </w:pPr>
      <w:r w:rsidRPr="00790296">
        <w:rPr>
          <w:color w:val="000000"/>
          <w:szCs w:val="24"/>
        </w:rPr>
        <w:t xml:space="preserve">NOTICE IS HEREBY GIVEN that the </w:t>
      </w:r>
      <w:r w:rsidR="00DD0FB4" w:rsidRPr="00EA6356">
        <w:rPr>
          <w:b/>
          <w:color w:val="000000"/>
          <w:szCs w:val="24"/>
        </w:rPr>
        <w:t>Personnel Committee</w:t>
      </w:r>
      <w:r w:rsidRPr="00790296">
        <w:rPr>
          <w:color w:val="000000"/>
          <w:szCs w:val="24"/>
        </w:rPr>
        <w:t xml:space="preserve"> of the Missio</w:t>
      </w:r>
      <w:r w:rsidR="00885AC0" w:rsidRPr="00790296">
        <w:rPr>
          <w:color w:val="000000"/>
          <w:szCs w:val="24"/>
        </w:rPr>
        <w:t>n Hills Community Services District</w:t>
      </w:r>
      <w:r w:rsidR="00EA6356">
        <w:rPr>
          <w:color w:val="000000"/>
          <w:szCs w:val="24"/>
        </w:rPr>
        <w:t xml:space="preserve"> </w:t>
      </w:r>
      <w:r w:rsidR="00DD0FB4" w:rsidRPr="00790296">
        <w:rPr>
          <w:color w:val="000000"/>
          <w:szCs w:val="24"/>
        </w:rPr>
        <w:t>will</w:t>
      </w:r>
      <w:r w:rsidRPr="00790296">
        <w:rPr>
          <w:color w:val="000000"/>
          <w:szCs w:val="24"/>
        </w:rPr>
        <w:t xml:space="preserve"> hold a</w:t>
      </w:r>
      <w:r w:rsidR="00DD0FB4" w:rsidRPr="00790296">
        <w:rPr>
          <w:color w:val="000000"/>
          <w:szCs w:val="24"/>
        </w:rPr>
        <w:t xml:space="preserve"> meeting at</w:t>
      </w:r>
      <w:r w:rsidR="00885AC0" w:rsidRPr="00790296">
        <w:rPr>
          <w:color w:val="000000"/>
          <w:szCs w:val="24"/>
        </w:rPr>
        <w:t xml:space="preserve"> </w:t>
      </w:r>
      <w:r w:rsidR="00DD0FB4" w:rsidRPr="00790296">
        <w:rPr>
          <w:b/>
          <w:color w:val="000000"/>
          <w:szCs w:val="24"/>
        </w:rPr>
        <w:t>2:30 PM</w:t>
      </w:r>
      <w:r w:rsidR="00885AC0" w:rsidRPr="00790296">
        <w:rPr>
          <w:color w:val="000000"/>
          <w:szCs w:val="24"/>
        </w:rPr>
        <w:t xml:space="preserve"> </w:t>
      </w:r>
      <w:r w:rsidRPr="00790296">
        <w:rPr>
          <w:color w:val="000000"/>
          <w:szCs w:val="24"/>
        </w:rPr>
        <w:t xml:space="preserve">on </w:t>
      </w:r>
      <w:r w:rsidR="00F319BF" w:rsidRPr="00790296">
        <w:rPr>
          <w:b/>
          <w:color w:val="000000"/>
          <w:szCs w:val="24"/>
        </w:rPr>
        <w:t>Tuesday</w:t>
      </w:r>
      <w:r w:rsidR="00885AC0" w:rsidRPr="00790296">
        <w:rPr>
          <w:b/>
          <w:color w:val="000000"/>
          <w:szCs w:val="24"/>
        </w:rPr>
        <w:t>,</w:t>
      </w:r>
      <w:r w:rsidR="005548F9" w:rsidRPr="00790296">
        <w:rPr>
          <w:b/>
          <w:color w:val="000000"/>
          <w:szCs w:val="24"/>
        </w:rPr>
        <w:t xml:space="preserve"> </w:t>
      </w:r>
      <w:r w:rsidR="00F319BF" w:rsidRPr="00790296">
        <w:rPr>
          <w:b/>
          <w:color w:val="000000"/>
          <w:szCs w:val="24"/>
        </w:rPr>
        <w:t>February 6</w:t>
      </w:r>
      <w:r w:rsidR="0094197F" w:rsidRPr="00790296">
        <w:rPr>
          <w:b/>
          <w:color w:val="000000"/>
          <w:szCs w:val="24"/>
        </w:rPr>
        <w:t>, 2018</w:t>
      </w:r>
      <w:r w:rsidRPr="00790296">
        <w:rPr>
          <w:color w:val="000000"/>
          <w:szCs w:val="24"/>
        </w:rPr>
        <w:t xml:space="preserve"> at the District Meeting Room, 1550 East Burton Mesa Boulevard, Lompoc, California</w:t>
      </w:r>
      <w:r w:rsidR="00DD0FB4" w:rsidRPr="00790296">
        <w:rPr>
          <w:color w:val="000000"/>
          <w:szCs w:val="24"/>
        </w:rPr>
        <w:t>.  The purpose of the meeting will be to discuss or transact the following business:</w:t>
      </w:r>
      <w:r w:rsidR="00F3023B" w:rsidRPr="00790296">
        <w:rPr>
          <w:color w:val="000000"/>
          <w:szCs w:val="24"/>
        </w:rPr>
        <w:t xml:space="preserve"> </w:t>
      </w:r>
    </w:p>
    <w:p w:rsidR="00790296" w:rsidRDefault="00790296" w:rsidP="00DD0FB4">
      <w:pPr>
        <w:pStyle w:val="Heading1"/>
        <w:jc w:val="center"/>
        <w:rPr>
          <w:rFonts w:ascii="Times New Roman" w:hAnsi="Times New Roman"/>
          <w:b/>
          <w:color w:val="000000"/>
          <w:sz w:val="36"/>
          <w:szCs w:val="36"/>
        </w:rPr>
      </w:pPr>
    </w:p>
    <w:p w:rsidR="00EA6356" w:rsidRPr="00EA6356" w:rsidRDefault="00EA6356" w:rsidP="00EA6356"/>
    <w:p w:rsidR="00133016" w:rsidRDefault="00133016" w:rsidP="00DD0FB4">
      <w:pPr>
        <w:pStyle w:val="Heading1"/>
        <w:jc w:val="center"/>
        <w:rPr>
          <w:rFonts w:ascii="Times New Roman" w:hAnsi="Times New Roman"/>
          <w:b/>
          <w:color w:val="000000"/>
          <w:sz w:val="36"/>
          <w:szCs w:val="36"/>
        </w:rPr>
      </w:pPr>
      <w:r w:rsidRPr="00790296">
        <w:rPr>
          <w:rFonts w:ascii="Times New Roman" w:hAnsi="Times New Roman"/>
          <w:b/>
          <w:color w:val="000000"/>
          <w:sz w:val="36"/>
          <w:szCs w:val="36"/>
        </w:rPr>
        <w:t>AGENDA SUMMARY</w:t>
      </w:r>
    </w:p>
    <w:p w:rsidR="00790296" w:rsidRPr="00790296" w:rsidRDefault="00790296" w:rsidP="00790296"/>
    <w:p w:rsidR="00DD0FB4" w:rsidRPr="00790296" w:rsidRDefault="00DD0FB4" w:rsidP="007D485A">
      <w:pPr>
        <w:pStyle w:val="Footer"/>
        <w:tabs>
          <w:tab w:val="clear" w:pos="4320"/>
          <w:tab w:val="clear" w:pos="8640"/>
        </w:tabs>
        <w:ind w:firstLine="720"/>
        <w:rPr>
          <w:rFonts w:ascii="Times New Roman" w:hAnsi="Times New Roman"/>
          <w:b/>
          <w:color w:val="000000"/>
          <w:szCs w:val="24"/>
        </w:rPr>
      </w:pPr>
    </w:p>
    <w:p w:rsidR="00133016" w:rsidRPr="00790296" w:rsidRDefault="00DD0FB4" w:rsidP="00D13491">
      <w:pPr>
        <w:pStyle w:val="Footer"/>
        <w:tabs>
          <w:tab w:val="clear" w:pos="4320"/>
          <w:tab w:val="clear" w:pos="8640"/>
        </w:tabs>
        <w:rPr>
          <w:rFonts w:ascii="Times New Roman" w:hAnsi="Times New Roman"/>
          <w:b/>
          <w:color w:val="000000"/>
          <w:szCs w:val="24"/>
        </w:rPr>
      </w:pPr>
      <w:r w:rsidRPr="00790296">
        <w:rPr>
          <w:rFonts w:ascii="Times New Roman" w:hAnsi="Times New Roman"/>
          <w:b/>
          <w:color w:val="000000"/>
          <w:szCs w:val="24"/>
        </w:rPr>
        <w:t xml:space="preserve">1. </w:t>
      </w:r>
      <w:r w:rsidRPr="00790296">
        <w:rPr>
          <w:rFonts w:ascii="Times New Roman" w:hAnsi="Times New Roman"/>
          <w:b/>
          <w:color w:val="000000"/>
          <w:szCs w:val="24"/>
          <w:u w:val="single"/>
        </w:rPr>
        <w:t>ROLL CALL:</w:t>
      </w:r>
      <w:r w:rsidR="00601315" w:rsidRPr="00790296">
        <w:rPr>
          <w:rFonts w:ascii="Times New Roman" w:hAnsi="Times New Roman"/>
          <w:color w:val="000000"/>
          <w:szCs w:val="24"/>
        </w:rPr>
        <w:br/>
      </w:r>
    </w:p>
    <w:p w:rsidR="00133016" w:rsidRPr="00790296" w:rsidRDefault="00D13491" w:rsidP="00D13491">
      <w:pPr>
        <w:pStyle w:val="Footer"/>
        <w:tabs>
          <w:tab w:val="clear" w:pos="4320"/>
          <w:tab w:val="clear" w:pos="8640"/>
        </w:tabs>
        <w:jc w:val="both"/>
        <w:rPr>
          <w:rFonts w:ascii="Times New Roman" w:hAnsi="Times New Roman"/>
          <w:b/>
          <w:caps/>
          <w:color w:val="000000"/>
          <w:szCs w:val="24"/>
        </w:rPr>
      </w:pPr>
      <w:r>
        <w:rPr>
          <w:rFonts w:ascii="Times New Roman" w:hAnsi="Times New Roman"/>
          <w:b/>
          <w:color w:val="000000"/>
          <w:szCs w:val="24"/>
        </w:rPr>
        <w:t>2</w:t>
      </w:r>
      <w:r w:rsidR="00133016" w:rsidRPr="00790296">
        <w:rPr>
          <w:rFonts w:ascii="Times New Roman" w:hAnsi="Times New Roman"/>
          <w:b/>
          <w:color w:val="000000"/>
          <w:szCs w:val="24"/>
        </w:rPr>
        <w:t>.</w:t>
      </w:r>
      <w:r w:rsidR="00D41139" w:rsidRPr="00790296">
        <w:rPr>
          <w:rFonts w:ascii="Times New Roman" w:hAnsi="Times New Roman"/>
          <w:b/>
          <w:color w:val="000000"/>
          <w:szCs w:val="24"/>
        </w:rPr>
        <w:t xml:space="preserve"> </w:t>
      </w:r>
      <w:r w:rsidR="00DD0FB4" w:rsidRPr="00790296">
        <w:rPr>
          <w:rFonts w:ascii="Times New Roman" w:hAnsi="Times New Roman"/>
          <w:b/>
          <w:caps/>
          <w:color w:val="000000"/>
          <w:szCs w:val="24"/>
          <w:u w:val="single"/>
        </w:rPr>
        <w:t>PUBLIC COMMENT</w:t>
      </w:r>
      <w:r w:rsidR="00133016" w:rsidRPr="00790296">
        <w:rPr>
          <w:rFonts w:ascii="Times New Roman" w:hAnsi="Times New Roman"/>
          <w:b/>
          <w:caps/>
          <w:color w:val="000000"/>
          <w:szCs w:val="24"/>
          <w:u w:val="single"/>
        </w:rPr>
        <w:t>:</w:t>
      </w:r>
      <w:r w:rsidR="00C97B6F" w:rsidRPr="00790296">
        <w:rPr>
          <w:rFonts w:ascii="Times New Roman" w:hAnsi="Times New Roman"/>
          <w:b/>
          <w:caps/>
          <w:color w:val="000000"/>
          <w:szCs w:val="24"/>
          <w:u w:val="single"/>
        </w:rPr>
        <w:t xml:space="preserve"> </w:t>
      </w:r>
    </w:p>
    <w:p w:rsidR="00133016" w:rsidRPr="00790296" w:rsidRDefault="00133016" w:rsidP="00982B72">
      <w:pPr>
        <w:ind w:left="720"/>
        <w:jc w:val="both"/>
        <w:rPr>
          <w:b/>
          <w:caps/>
          <w:color w:val="000000"/>
          <w:szCs w:val="24"/>
        </w:rPr>
      </w:pPr>
    </w:p>
    <w:p w:rsidR="00133016" w:rsidRPr="00790296" w:rsidRDefault="00512823" w:rsidP="00D13491">
      <w:pPr>
        <w:jc w:val="both"/>
        <w:rPr>
          <w:caps/>
          <w:color w:val="000000"/>
          <w:szCs w:val="24"/>
        </w:rPr>
      </w:pPr>
      <w:r w:rsidRPr="00790296">
        <w:rPr>
          <w:b/>
          <w:caps/>
          <w:color w:val="000000"/>
          <w:szCs w:val="24"/>
        </w:rPr>
        <w:t>3</w:t>
      </w:r>
      <w:r w:rsidR="00F319BF" w:rsidRPr="00790296">
        <w:rPr>
          <w:b/>
          <w:caps/>
          <w:color w:val="000000"/>
          <w:szCs w:val="24"/>
        </w:rPr>
        <w:t xml:space="preserve">. </w:t>
      </w:r>
      <w:r w:rsidR="00DD0FB4" w:rsidRPr="00790296">
        <w:rPr>
          <w:b/>
          <w:caps/>
          <w:color w:val="000000"/>
          <w:szCs w:val="24"/>
          <w:u w:val="single"/>
        </w:rPr>
        <w:t>ADJORN TO CLOSED SESSION:</w:t>
      </w:r>
    </w:p>
    <w:p w:rsidR="00F3023B" w:rsidRPr="00790296" w:rsidRDefault="00F3023B" w:rsidP="00982B72">
      <w:pPr>
        <w:ind w:left="1440" w:hanging="720"/>
        <w:jc w:val="both"/>
        <w:rPr>
          <w:caps/>
          <w:color w:val="000000"/>
          <w:szCs w:val="24"/>
        </w:rPr>
      </w:pPr>
    </w:p>
    <w:p w:rsidR="00F3023B" w:rsidRPr="00D13491" w:rsidRDefault="00F3023B" w:rsidP="00D13491">
      <w:pPr>
        <w:rPr>
          <w:color w:val="000000"/>
          <w:szCs w:val="24"/>
        </w:rPr>
      </w:pPr>
      <w:r w:rsidRPr="00D13491">
        <w:rPr>
          <w:color w:val="000000"/>
          <w:szCs w:val="24"/>
        </w:rPr>
        <w:t>Pursuant to Government Code</w:t>
      </w:r>
      <w:r w:rsidR="00D13491" w:rsidRPr="00D13491">
        <w:rPr>
          <w:color w:val="000000"/>
          <w:szCs w:val="24"/>
        </w:rPr>
        <w:t xml:space="preserve"> section</w:t>
      </w:r>
      <w:r w:rsidRPr="00D13491">
        <w:rPr>
          <w:color w:val="000000"/>
          <w:szCs w:val="24"/>
        </w:rPr>
        <w:t xml:space="preserve"> §54957: Public Employee Appointment: General Manager</w:t>
      </w:r>
    </w:p>
    <w:p w:rsidR="00F3023B" w:rsidRPr="00790296" w:rsidRDefault="00F3023B" w:rsidP="00F3023B">
      <w:pPr>
        <w:pStyle w:val="ListParagraph"/>
        <w:ind w:left="1440"/>
        <w:rPr>
          <w:color w:val="000000"/>
          <w:szCs w:val="24"/>
        </w:rPr>
      </w:pPr>
    </w:p>
    <w:p w:rsidR="00F3023B" w:rsidRPr="00790296" w:rsidRDefault="00F3023B" w:rsidP="00D13491">
      <w:pPr>
        <w:jc w:val="both"/>
        <w:rPr>
          <w:caps/>
          <w:color w:val="000000"/>
          <w:szCs w:val="24"/>
        </w:rPr>
      </w:pPr>
      <w:r w:rsidRPr="00790296">
        <w:rPr>
          <w:b/>
          <w:caps/>
          <w:color w:val="000000"/>
          <w:szCs w:val="24"/>
        </w:rPr>
        <w:t xml:space="preserve">3. </w:t>
      </w:r>
      <w:r w:rsidR="00F71E82" w:rsidRPr="00790296">
        <w:rPr>
          <w:b/>
          <w:caps/>
          <w:color w:val="000000"/>
          <w:szCs w:val="24"/>
          <w:u w:val="single"/>
        </w:rPr>
        <w:t xml:space="preserve">RECONVENE </w:t>
      </w:r>
      <w:r w:rsidRPr="00790296">
        <w:rPr>
          <w:b/>
          <w:caps/>
          <w:color w:val="000000"/>
          <w:szCs w:val="24"/>
          <w:u w:val="single"/>
        </w:rPr>
        <w:t>to open SESSION:</w:t>
      </w:r>
    </w:p>
    <w:p w:rsidR="00F3023B" w:rsidRPr="00790296" w:rsidRDefault="00F3023B" w:rsidP="00F3023B">
      <w:pPr>
        <w:pStyle w:val="ListParagraph"/>
        <w:ind w:left="1440"/>
        <w:rPr>
          <w:caps/>
          <w:color w:val="000000"/>
          <w:szCs w:val="24"/>
        </w:rPr>
      </w:pPr>
      <w:r w:rsidRPr="00790296">
        <w:rPr>
          <w:caps/>
          <w:color w:val="000000"/>
          <w:szCs w:val="24"/>
        </w:rPr>
        <w:tab/>
      </w:r>
    </w:p>
    <w:p w:rsidR="00F3023B" w:rsidRPr="00D13491" w:rsidRDefault="00F71E82" w:rsidP="00D13491">
      <w:pPr>
        <w:tabs>
          <w:tab w:val="left" w:pos="1170"/>
        </w:tabs>
        <w:rPr>
          <w:caps/>
          <w:color w:val="000000"/>
          <w:szCs w:val="24"/>
        </w:rPr>
      </w:pPr>
      <w:r w:rsidRPr="00D13491">
        <w:rPr>
          <w:color w:val="000000"/>
          <w:szCs w:val="24"/>
        </w:rPr>
        <w:t>The Board will reconvene to Open Session and announce any reportable actions from Closed Session.</w:t>
      </w:r>
      <w:r w:rsidR="00F3023B" w:rsidRPr="00D13491">
        <w:rPr>
          <w:caps/>
          <w:color w:val="000000"/>
          <w:szCs w:val="24"/>
        </w:rPr>
        <w:tab/>
      </w:r>
    </w:p>
    <w:p w:rsidR="00AE6D95" w:rsidRPr="00790296" w:rsidRDefault="00F3023B" w:rsidP="008F63A7">
      <w:pPr>
        <w:jc w:val="both"/>
        <w:rPr>
          <w:szCs w:val="24"/>
        </w:rPr>
      </w:pPr>
      <w:r w:rsidRPr="00790296">
        <w:rPr>
          <w:caps/>
          <w:color w:val="000000"/>
          <w:szCs w:val="24"/>
        </w:rPr>
        <w:tab/>
      </w:r>
      <w:r w:rsidR="00AE6D95" w:rsidRPr="00790296">
        <w:rPr>
          <w:b/>
          <w:caps/>
          <w:color w:val="000000"/>
          <w:szCs w:val="24"/>
        </w:rPr>
        <w:tab/>
      </w:r>
    </w:p>
    <w:p w:rsidR="008842C3" w:rsidRPr="00790296" w:rsidRDefault="00512823" w:rsidP="00D13491">
      <w:pPr>
        <w:pStyle w:val="Footer"/>
        <w:tabs>
          <w:tab w:val="clear" w:pos="4320"/>
          <w:tab w:val="clear" w:pos="8640"/>
        </w:tabs>
        <w:jc w:val="both"/>
        <w:rPr>
          <w:rFonts w:ascii="Times New Roman" w:hAnsi="Times New Roman"/>
          <w:color w:val="000000"/>
          <w:szCs w:val="24"/>
        </w:rPr>
      </w:pPr>
      <w:r w:rsidRPr="00790296">
        <w:rPr>
          <w:rFonts w:ascii="Times New Roman" w:hAnsi="Times New Roman"/>
          <w:b/>
          <w:szCs w:val="24"/>
        </w:rPr>
        <w:t>4</w:t>
      </w:r>
      <w:r w:rsidR="00133016" w:rsidRPr="00790296">
        <w:rPr>
          <w:rFonts w:ascii="Times New Roman" w:hAnsi="Times New Roman"/>
          <w:b/>
          <w:szCs w:val="24"/>
        </w:rPr>
        <w:t>.</w:t>
      </w:r>
      <w:r w:rsidR="000F71F7" w:rsidRPr="00790296">
        <w:rPr>
          <w:rFonts w:ascii="Times New Roman" w:hAnsi="Times New Roman"/>
          <w:b/>
          <w:szCs w:val="24"/>
        </w:rPr>
        <w:t xml:space="preserve"> </w:t>
      </w:r>
      <w:r w:rsidR="000F71F7" w:rsidRPr="00790296">
        <w:rPr>
          <w:rFonts w:ascii="Times New Roman" w:hAnsi="Times New Roman"/>
          <w:b/>
          <w:color w:val="000000"/>
          <w:szCs w:val="24"/>
          <w:u w:val="single"/>
        </w:rPr>
        <w:t>ADJOURNMENT:</w:t>
      </w:r>
      <w:r w:rsidR="000F71F7" w:rsidRPr="00790296">
        <w:rPr>
          <w:rFonts w:ascii="Times New Roman" w:hAnsi="Times New Roman"/>
          <w:color w:val="000000"/>
          <w:szCs w:val="24"/>
        </w:rPr>
        <w:t xml:space="preserve"> </w:t>
      </w:r>
    </w:p>
    <w:p w:rsidR="00790296" w:rsidRDefault="00790296" w:rsidP="00F319BF">
      <w:pPr>
        <w:pStyle w:val="Footer"/>
        <w:tabs>
          <w:tab w:val="clear" w:pos="4320"/>
          <w:tab w:val="clear" w:pos="8640"/>
        </w:tabs>
        <w:ind w:firstLine="720"/>
        <w:jc w:val="both"/>
        <w:rPr>
          <w:rFonts w:ascii="Times New Roman" w:hAnsi="Times New Roman"/>
          <w:color w:val="000000"/>
          <w:szCs w:val="24"/>
        </w:rPr>
      </w:pPr>
    </w:p>
    <w:p w:rsidR="008F63A7" w:rsidRDefault="008F63A7" w:rsidP="00F319BF">
      <w:pPr>
        <w:pStyle w:val="Footer"/>
        <w:tabs>
          <w:tab w:val="clear" w:pos="4320"/>
          <w:tab w:val="clear" w:pos="8640"/>
        </w:tabs>
        <w:ind w:firstLine="720"/>
        <w:jc w:val="both"/>
        <w:rPr>
          <w:rFonts w:ascii="Times New Roman" w:hAnsi="Times New Roman"/>
          <w:color w:val="000000"/>
          <w:szCs w:val="24"/>
        </w:rPr>
      </w:pPr>
    </w:p>
    <w:p w:rsidR="00B44553" w:rsidRDefault="00B44553" w:rsidP="00F319BF">
      <w:pPr>
        <w:pStyle w:val="Footer"/>
        <w:tabs>
          <w:tab w:val="clear" w:pos="4320"/>
          <w:tab w:val="clear" w:pos="8640"/>
        </w:tabs>
        <w:ind w:firstLine="720"/>
        <w:jc w:val="both"/>
        <w:rPr>
          <w:rFonts w:ascii="Times New Roman" w:hAnsi="Times New Roman"/>
          <w:color w:val="000000"/>
          <w:szCs w:val="24"/>
        </w:rPr>
      </w:pPr>
    </w:p>
    <w:p w:rsidR="008F63A7" w:rsidRPr="00790296" w:rsidRDefault="008F63A7" w:rsidP="00F319BF">
      <w:pPr>
        <w:pStyle w:val="Footer"/>
        <w:tabs>
          <w:tab w:val="clear" w:pos="4320"/>
          <w:tab w:val="clear" w:pos="8640"/>
        </w:tabs>
        <w:ind w:firstLine="720"/>
        <w:jc w:val="both"/>
        <w:rPr>
          <w:rFonts w:ascii="Times New Roman" w:hAnsi="Times New Roman"/>
          <w:color w:val="000000"/>
          <w:szCs w:val="24"/>
        </w:rPr>
      </w:pPr>
    </w:p>
    <w:p w:rsidR="00B44553" w:rsidRDefault="008F63A7" w:rsidP="00B44553">
      <w:pPr>
        <w:tabs>
          <w:tab w:val="left" w:pos="720"/>
        </w:tabs>
        <w:jc w:val="both"/>
        <w:rPr>
          <w:color w:val="000000"/>
          <w:sz w:val="20"/>
        </w:rPr>
      </w:pPr>
      <w:r w:rsidRPr="008F63A7">
        <w:rPr>
          <w:color w:val="000000"/>
          <w:sz w:val="20"/>
        </w:rPr>
        <w:t>All staff reports or other written documentation relating to each item of business referred to on the agenda are on file in the board packages and are available for public inspection and reproduction at cost. If requested, the agenda shall be made available in appropriate alternative formats to persons with a disability, as required by the Americans with Disabilities Act. To make requests for disability-related modification or accommodation, contact the board secretary at (805) 733-4366 as soon as possible prior to the meetin</w:t>
      </w:r>
      <w:r w:rsidR="00B44553">
        <w:rPr>
          <w:color w:val="000000"/>
          <w:sz w:val="20"/>
        </w:rPr>
        <w:t>g.</w:t>
      </w:r>
    </w:p>
    <w:p w:rsidR="00B44553" w:rsidRDefault="00B44553" w:rsidP="00B44553">
      <w:pPr>
        <w:tabs>
          <w:tab w:val="left" w:pos="720"/>
        </w:tabs>
        <w:jc w:val="both"/>
        <w:rPr>
          <w:color w:val="000000"/>
          <w:sz w:val="20"/>
        </w:rPr>
      </w:pPr>
    </w:p>
    <w:p w:rsidR="001A7B74" w:rsidRPr="00790296" w:rsidRDefault="008F63A7" w:rsidP="00B44553">
      <w:pPr>
        <w:tabs>
          <w:tab w:val="left" w:pos="720"/>
        </w:tabs>
        <w:jc w:val="both"/>
        <w:rPr>
          <w:color w:val="000000"/>
          <w:sz w:val="20"/>
        </w:rPr>
      </w:pPr>
      <w:r w:rsidRPr="008F63A7">
        <w:rPr>
          <w:sz w:val="20"/>
        </w:rPr>
        <w:t>Note: This agenda was prepared and posted pursuant to Government Code Section 54954.2</w:t>
      </w:r>
      <w:r w:rsidRPr="008F63A7">
        <w:rPr>
          <w:color w:val="000000"/>
          <w:sz w:val="20"/>
        </w:rPr>
        <w:t xml:space="preserve">  </w:t>
      </w:r>
    </w:p>
    <w:sectPr w:rsidR="001A7B74" w:rsidRPr="00790296" w:rsidSect="00B44553">
      <w:headerReference w:type="default" r:id="rId11"/>
      <w:footerReference w:type="default" r:id="rId12"/>
      <w:pgSz w:w="12240" w:h="15840"/>
      <w:pgMar w:top="630" w:right="1440" w:bottom="810" w:left="1440" w:header="0" w:footer="36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214" w:rsidRDefault="00B65214" w:rsidP="00D74A20">
      <w:r>
        <w:separator/>
      </w:r>
    </w:p>
  </w:endnote>
  <w:endnote w:type="continuationSeparator" w:id="0">
    <w:p w:rsidR="00B65214" w:rsidRDefault="00B65214" w:rsidP="00D74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5A3" w:rsidRDefault="003015A3">
    <w:pPr>
      <w:pStyle w:val="Footer"/>
      <w:jc w:val="center"/>
    </w:pPr>
    <w:r>
      <w:t xml:space="preserve">Page </w:t>
    </w:r>
    <w:r w:rsidR="00884191">
      <w:rPr>
        <w:b/>
        <w:szCs w:val="24"/>
      </w:rPr>
      <w:fldChar w:fldCharType="begin"/>
    </w:r>
    <w:r>
      <w:rPr>
        <w:b/>
      </w:rPr>
      <w:instrText xml:space="preserve"> PAGE </w:instrText>
    </w:r>
    <w:r w:rsidR="00884191">
      <w:rPr>
        <w:b/>
        <w:szCs w:val="24"/>
      </w:rPr>
      <w:fldChar w:fldCharType="separate"/>
    </w:r>
    <w:r w:rsidR="00B44553">
      <w:rPr>
        <w:b/>
        <w:noProof/>
      </w:rPr>
      <w:t>2</w:t>
    </w:r>
    <w:r w:rsidR="00884191">
      <w:rPr>
        <w:b/>
        <w:szCs w:val="24"/>
      </w:rPr>
      <w:fldChar w:fldCharType="end"/>
    </w:r>
    <w:r>
      <w:t xml:space="preserve"> of </w:t>
    </w:r>
    <w:r w:rsidR="00884191">
      <w:rPr>
        <w:b/>
        <w:szCs w:val="24"/>
      </w:rPr>
      <w:fldChar w:fldCharType="begin"/>
    </w:r>
    <w:r>
      <w:rPr>
        <w:b/>
      </w:rPr>
      <w:instrText xml:space="preserve"> NUMPAGES  </w:instrText>
    </w:r>
    <w:r w:rsidR="00884191">
      <w:rPr>
        <w:b/>
        <w:szCs w:val="24"/>
      </w:rPr>
      <w:fldChar w:fldCharType="separate"/>
    </w:r>
    <w:r w:rsidR="001C10C2">
      <w:rPr>
        <w:b/>
        <w:noProof/>
      </w:rPr>
      <w:t>1</w:t>
    </w:r>
    <w:r w:rsidR="00884191">
      <w:rPr>
        <w:b/>
        <w:szCs w:val="24"/>
      </w:rPr>
      <w:fldChar w:fldCharType="end"/>
    </w:r>
  </w:p>
  <w:p w:rsidR="003015A3" w:rsidRDefault="00301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214" w:rsidRDefault="00B65214" w:rsidP="00D74A20">
      <w:r>
        <w:separator/>
      </w:r>
    </w:p>
  </w:footnote>
  <w:footnote w:type="continuationSeparator" w:id="0">
    <w:p w:rsidR="00B65214" w:rsidRDefault="00B65214" w:rsidP="00D74A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5A3" w:rsidRDefault="003015A3">
    <w:pPr>
      <w:pStyle w:val="Header"/>
    </w:pPr>
    <w:r>
      <w:tab/>
    </w:r>
    <w:r>
      <w:tab/>
    </w:r>
  </w:p>
  <w:p w:rsidR="003015A3" w:rsidRDefault="003015A3">
    <w:pPr>
      <w:pStyle w:val="Header"/>
    </w:pPr>
    <w:r>
      <w:tab/>
    </w:r>
    <w:r>
      <w:tab/>
    </w:r>
    <w:r w:rsidR="004A40D7">
      <w:t>March 13</w:t>
    </w:r>
    <w:r w:rsidR="007D485A">
      <w:t>, 2013</w:t>
    </w:r>
  </w:p>
  <w:p w:rsidR="003015A3" w:rsidRDefault="003015A3">
    <w:pPr>
      <w:pStyle w:val="Header"/>
    </w:pPr>
    <w:r>
      <w:tab/>
    </w:r>
    <w:r>
      <w:tab/>
    </w:r>
    <w:r w:rsidR="00480509">
      <w:t xml:space="preserve">Regular </w:t>
    </w:r>
    <w:r>
      <w:t>Meeting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E92E50E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534C10"/>
    <w:multiLevelType w:val="hybridMultilevel"/>
    <w:tmpl w:val="BA66952A"/>
    <w:lvl w:ilvl="0" w:tplc="255E05F4">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06C61A2C"/>
    <w:multiLevelType w:val="hybridMultilevel"/>
    <w:tmpl w:val="9880E99E"/>
    <w:lvl w:ilvl="0" w:tplc="60DEA00C">
      <w:start w:val="1"/>
      <w:numFmt w:val="decimal"/>
      <w:lvlText w:val="%1."/>
      <w:lvlJc w:val="left"/>
      <w:pPr>
        <w:ind w:left="1485" w:hanging="360"/>
      </w:pPr>
      <w:rPr>
        <w:rFonts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3" w15:restartNumberingAfterBreak="0">
    <w:nsid w:val="0CCE770C"/>
    <w:multiLevelType w:val="hybridMultilevel"/>
    <w:tmpl w:val="33220F4A"/>
    <w:lvl w:ilvl="0" w:tplc="73588288">
      <w:start w:val="1"/>
      <w:numFmt w:val="decimal"/>
      <w:lvlText w:val="%1."/>
      <w:lvlJc w:val="left"/>
      <w:pPr>
        <w:ind w:left="279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15:restartNumberingAfterBreak="0">
    <w:nsid w:val="0E656DE1"/>
    <w:multiLevelType w:val="hybridMultilevel"/>
    <w:tmpl w:val="3A84236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6376372"/>
    <w:multiLevelType w:val="hybridMultilevel"/>
    <w:tmpl w:val="A06A774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DEC2EF7"/>
    <w:multiLevelType w:val="hybridMultilevel"/>
    <w:tmpl w:val="F15883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E305C16"/>
    <w:multiLevelType w:val="hybridMultilevel"/>
    <w:tmpl w:val="3E98AB5E"/>
    <w:lvl w:ilvl="0" w:tplc="3B6629A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2FA614F"/>
    <w:multiLevelType w:val="hybridMultilevel"/>
    <w:tmpl w:val="CEA0799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35F70A6F"/>
    <w:multiLevelType w:val="hybridMultilevel"/>
    <w:tmpl w:val="6DC8225C"/>
    <w:lvl w:ilvl="0" w:tplc="9300043A">
      <w:start w:val="1"/>
      <w:numFmt w:val="decimal"/>
      <w:lvlText w:val="%1."/>
      <w:lvlJc w:val="left"/>
      <w:pPr>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585B64CD"/>
    <w:multiLevelType w:val="hybridMultilevel"/>
    <w:tmpl w:val="D73C99DC"/>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5CCD7F25"/>
    <w:multiLevelType w:val="hybridMultilevel"/>
    <w:tmpl w:val="FDB4AC4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63EA452B"/>
    <w:multiLevelType w:val="hybridMultilevel"/>
    <w:tmpl w:val="348A1F72"/>
    <w:lvl w:ilvl="0" w:tplc="A1CC98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4A279F6"/>
    <w:multiLevelType w:val="hybridMultilevel"/>
    <w:tmpl w:val="04C8A432"/>
    <w:lvl w:ilvl="0" w:tplc="BDE460E6">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6BF6D21"/>
    <w:multiLevelType w:val="hybridMultilevel"/>
    <w:tmpl w:val="CF64A95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68F95C98"/>
    <w:multiLevelType w:val="hybridMultilevel"/>
    <w:tmpl w:val="E2209A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6D1D4FB6"/>
    <w:multiLevelType w:val="hybridMultilevel"/>
    <w:tmpl w:val="89701D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70680939"/>
    <w:multiLevelType w:val="hybridMultilevel"/>
    <w:tmpl w:val="1A408E02"/>
    <w:lvl w:ilvl="0" w:tplc="04090001">
      <w:start w:val="1"/>
      <w:numFmt w:val="bullet"/>
      <w:lvlText w:val=""/>
      <w:lvlJc w:val="left"/>
      <w:pPr>
        <w:tabs>
          <w:tab w:val="num" w:pos="2220"/>
        </w:tabs>
        <w:ind w:left="2220" w:hanging="360"/>
      </w:pPr>
      <w:rPr>
        <w:rFonts w:ascii="Symbol" w:hAnsi="Symbol" w:hint="default"/>
      </w:rPr>
    </w:lvl>
    <w:lvl w:ilvl="1" w:tplc="04090003" w:tentative="1">
      <w:start w:val="1"/>
      <w:numFmt w:val="bullet"/>
      <w:lvlText w:val="o"/>
      <w:lvlJc w:val="left"/>
      <w:pPr>
        <w:tabs>
          <w:tab w:val="num" w:pos="2940"/>
        </w:tabs>
        <w:ind w:left="2940" w:hanging="360"/>
      </w:pPr>
      <w:rPr>
        <w:rFonts w:ascii="Courier New" w:hAnsi="Courier New" w:cs="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cs="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cs="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abstractNum w:abstractNumId="18" w15:restartNumberingAfterBreak="0">
    <w:nsid w:val="7E3A5D08"/>
    <w:multiLevelType w:val="hybridMultilevel"/>
    <w:tmpl w:val="837CBA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7"/>
  </w:num>
  <w:num w:numId="2">
    <w:abstractNumId w:val="10"/>
  </w:num>
  <w:num w:numId="3">
    <w:abstractNumId w:val="0"/>
  </w:num>
  <w:num w:numId="4">
    <w:abstractNumId w:val="3"/>
  </w:num>
  <w:num w:numId="5">
    <w:abstractNumId w:val="1"/>
  </w:num>
  <w:num w:numId="6">
    <w:abstractNumId w:val="18"/>
  </w:num>
  <w:num w:numId="7">
    <w:abstractNumId w:val="5"/>
  </w:num>
  <w:num w:numId="8">
    <w:abstractNumId w:val="4"/>
  </w:num>
  <w:num w:numId="9">
    <w:abstractNumId w:val="12"/>
  </w:num>
  <w:num w:numId="10">
    <w:abstractNumId w:val="8"/>
  </w:num>
  <w:num w:numId="11">
    <w:abstractNumId w:val="11"/>
  </w:num>
  <w:num w:numId="12">
    <w:abstractNumId w:val="7"/>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14"/>
  </w:num>
  <w:num w:numId="17">
    <w:abstractNumId w:val="2"/>
  </w:num>
  <w:num w:numId="18">
    <w:abstractNumId w:val="13"/>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828"/>
    <w:rsid w:val="00000480"/>
    <w:rsid w:val="0000271B"/>
    <w:rsid w:val="0001234E"/>
    <w:rsid w:val="0001270F"/>
    <w:rsid w:val="00012FAF"/>
    <w:rsid w:val="00013AF3"/>
    <w:rsid w:val="000141B5"/>
    <w:rsid w:val="00017C3E"/>
    <w:rsid w:val="000204E9"/>
    <w:rsid w:val="00025A26"/>
    <w:rsid w:val="00026926"/>
    <w:rsid w:val="0002734A"/>
    <w:rsid w:val="000309A6"/>
    <w:rsid w:val="00032461"/>
    <w:rsid w:val="0003499D"/>
    <w:rsid w:val="000350ED"/>
    <w:rsid w:val="00040245"/>
    <w:rsid w:val="00041220"/>
    <w:rsid w:val="00043F66"/>
    <w:rsid w:val="00047469"/>
    <w:rsid w:val="00050856"/>
    <w:rsid w:val="0005214B"/>
    <w:rsid w:val="000524CF"/>
    <w:rsid w:val="00052B0E"/>
    <w:rsid w:val="0005391B"/>
    <w:rsid w:val="00055311"/>
    <w:rsid w:val="00057632"/>
    <w:rsid w:val="00063D5B"/>
    <w:rsid w:val="00064C74"/>
    <w:rsid w:val="000709CA"/>
    <w:rsid w:val="00070EB4"/>
    <w:rsid w:val="00075064"/>
    <w:rsid w:val="000778AC"/>
    <w:rsid w:val="0008189B"/>
    <w:rsid w:val="0008315F"/>
    <w:rsid w:val="00087642"/>
    <w:rsid w:val="00093AEC"/>
    <w:rsid w:val="000954BA"/>
    <w:rsid w:val="00097DC3"/>
    <w:rsid w:val="000A0A9E"/>
    <w:rsid w:val="000A13E7"/>
    <w:rsid w:val="000A1A0A"/>
    <w:rsid w:val="000A1ABB"/>
    <w:rsid w:val="000A3F4A"/>
    <w:rsid w:val="000B00CC"/>
    <w:rsid w:val="000B44E7"/>
    <w:rsid w:val="000B588A"/>
    <w:rsid w:val="000C10F9"/>
    <w:rsid w:val="000C35EB"/>
    <w:rsid w:val="000C62F0"/>
    <w:rsid w:val="000D0411"/>
    <w:rsid w:val="000D19F6"/>
    <w:rsid w:val="000D2863"/>
    <w:rsid w:val="000D7C4B"/>
    <w:rsid w:val="000E06AF"/>
    <w:rsid w:val="000E1E59"/>
    <w:rsid w:val="000E4E3A"/>
    <w:rsid w:val="000E5A6B"/>
    <w:rsid w:val="000E5CD6"/>
    <w:rsid w:val="000F12B9"/>
    <w:rsid w:val="000F35E0"/>
    <w:rsid w:val="000F4BFF"/>
    <w:rsid w:val="000F5600"/>
    <w:rsid w:val="000F71F7"/>
    <w:rsid w:val="001001CA"/>
    <w:rsid w:val="00103467"/>
    <w:rsid w:val="00103EEF"/>
    <w:rsid w:val="00105F9C"/>
    <w:rsid w:val="001142BC"/>
    <w:rsid w:val="001160CB"/>
    <w:rsid w:val="00120F20"/>
    <w:rsid w:val="00121B49"/>
    <w:rsid w:val="001268DE"/>
    <w:rsid w:val="00127C64"/>
    <w:rsid w:val="001304D4"/>
    <w:rsid w:val="00130F98"/>
    <w:rsid w:val="00133016"/>
    <w:rsid w:val="00136DE4"/>
    <w:rsid w:val="00137CB6"/>
    <w:rsid w:val="00140C67"/>
    <w:rsid w:val="00141AD8"/>
    <w:rsid w:val="001431F0"/>
    <w:rsid w:val="00143B94"/>
    <w:rsid w:val="00144233"/>
    <w:rsid w:val="0014448D"/>
    <w:rsid w:val="00150A25"/>
    <w:rsid w:val="001552C3"/>
    <w:rsid w:val="001562C2"/>
    <w:rsid w:val="00163D48"/>
    <w:rsid w:val="00164445"/>
    <w:rsid w:val="00164511"/>
    <w:rsid w:val="001647E3"/>
    <w:rsid w:val="00165E5F"/>
    <w:rsid w:val="001671D9"/>
    <w:rsid w:val="001679EB"/>
    <w:rsid w:val="00170AFF"/>
    <w:rsid w:val="00173D84"/>
    <w:rsid w:val="00174DC0"/>
    <w:rsid w:val="00174EE2"/>
    <w:rsid w:val="00181103"/>
    <w:rsid w:val="0018428B"/>
    <w:rsid w:val="00190C5D"/>
    <w:rsid w:val="00190EE5"/>
    <w:rsid w:val="001930B1"/>
    <w:rsid w:val="00196EF5"/>
    <w:rsid w:val="001A02B4"/>
    <w:rsid w:val="001A1E6D"/>
    <w:rsid w:val="001A37C2"/>
    <w:rsid w:val="001A587D"/>
    <w:rsid w:val="001A6F8C"/>
    <w:rsid w:val="001A7B74"/>
    <w:rsid w:val="001B58D1"/>
    <w:rsid w:val="001B5944"/>
    <w:rsid w:val="001B78CC"/>
    <w:rsid w:val="001C05CC"/>
    <w:rsid w:val="001C10C2"/>
    <w:rsid w:val="001C1656"/>
    <w:rsid w:val="001C3306"/>
    <w:rsid w:val="001C78B3"/>
    <w:rsid w:val="001C7C4E"/>
    <w:rsid w:val="001D1BCD"/>
    <w:rsid w:val="001D2481"/>
    <w:rsid w:val="001D39EC"/>
    <w:rsid w:val="001D3FA5"/>
    <w:rsid w:val="001E245B"/>
    <w:rsid w:val="001F269A"/>
    <w:rsid w:val="001F4375"/>
    <w:rsid w:val="001F6EC8"/>
    <w:rsid w:val="001F7627"/>
    <w:rsid w:val="001F76DA"/>
    <w:rsid w:val="00201315"/>
    <w:rsid w:val="00202250"/>
    <w:rsid w:val="0020314B"/>
    <w:rsid w:val="002063CF"/>
    <w:rsid w:val="002074E0"/>
    <w:rsid w:val="00210582"/>
    <w:rsid w:val="00212A30"/>
    <w:rsid w:val="002140EF"/>
    <w:rsid w:val="00214171"/>
    <w:rsid w:val="00216165"/>
    <w:rsid w:val="00217893"/>
    <w:rsid w:val="00225544"/>
    <w:rsid w:val="00225E7D"/>
    <w:rsid w:val="002270C9"/>
    <w:rsid w:val="002332AA"/>
    <w:rsid w:val="0023544B"/>
    <w:rsid w:val="0024262E"/>
    <w:rsid w:val="00244768"/>
    <w:rsid w:val="00253823"/>
    <w:rsid w:val="0025424E"/>
    <w:rsid w:val="00255E4B"/>
    <w:rsid w:val="002565B8"/>
    <w:rsid w:val="00257D7E"/>
    <w:rsid w:val="00260348"/>
    <w:rsid w:val="0026092E"/>
    <w:rsid w:val="0026243E"/>
    <w:rsid w:val="00264B46"/>
    <w:rsid w:val="00264E54"/>
    <w:rsid w:val="002673BF"/>
    <w:rsid w:val="002722DE"/>
    <w:rsid w:val="00273257"/>
    <w:rsid w:val="002753F6"/>
    <w:rsid w:val="0027654C"/>
    <w:rsid w:val="0027688B"/>
    <w:rsid w:val="002823E2"/>
    <w:rsid w:val="0028346E"/>
    <w:rsid w:val="00285E6E"/>
    <w:rsid w:val="00287B54"/>
    <w:rsid w:val="00287CFD"/>
    <w:rsid w:val="002900A1"/>
    <w:rsid w:val="00290E8A"/>
    <w:rsid w:val="002922F0"/>
    <w:rsid w:val="002925E1"/>
    <w:rsid w:val="00296CB9"/>
    <w:rsid w:val="002A52E9"/>
    <w:rsid w:val="002B08E2"/>
    <w:rsid w:val="002B193F"/>
    <w:rsid w:val="002B1B82"/>
    <w:rsid w:val="002B1F09"/>
    <w:rsid w:val="002B2EA2"/>
    <w:rsid w:val="002B5251"/>
    <w:rsid w:val="002B6BE2"/>
    <w:rsid w:val="002C2200"/>
    <w:rsid w:val="002C72F8"/>
    <w:rsid w:val="002D0804"/>
    <w:rsid w:val="002D2772"/>
    <w:rsid w:val="002D5401"/>
    <w:rsid w:val="002E0A33"/>
    <w:rsid w:val="002E3360"/>
    <w:rsid w:val="002E4C54"/>
    <w:rsid w:val="002F01CF"/>
    <w:rsid w:val="003015A3"/>
    <w:rsid w:val="00302D82"/>
    <w:rsid w:val="003038A6"/>
    <w:rsid w:val="00310FA5"/>
    <w:rsid w:val="00310FC9"/>
    <w:rsid w:val="0031486D"/>
    <w:rsid w:val="00314C08"/>
    <w:rsid w:val="00316A76"/>
    <w:rsid w:val="00321456"/>
    <w:rsid w:val="003227C7"/>
    <w:rsid w:val="0032730E"/>
    <w:rsid w:val="00330B9C"/>
    <w:rsid w:val="00331EC8"/>
    <w:rsid w:val="00334010"/>
    <w:rsid w:val="00334FBD"/>
    <w:rsid w:val="00336D8A"/>
    <w:rsid w:val="00342CFF"/>
    <w:rsid w:val="00345043"/>
    <w:rsid w:val="003457EF"/>
    <w:rsid w:val="0035065C"/>
    <w:rsid w:val="00350674"/>
    <w:rsid w:val="00350D05"/>
    <w:rsid w:val="00351B84"/>
    <w:rsid w:val="00354DF7"/>
    <w:rsid w:val="00357C4F"/>
    <w:rsid w:val="00357E1A"/>
    <w:rsid w:val="003617F2"/>
    <w:rsid w:val="0036257A"/>
    <w:rsid w:val="003625A8"/>
    <w:rsid w:val="00365596"/>
    <w:rsid w:val="00367DFB"/>
    <w:rsid w:val="00367DFD"/>
    <w:rsid w:val="00371FC7"/>
    <w:rsid w:val="0037235A"/>
    <w:rsid w:val="00372837"/>
    <w:rsid w:val="0037308D"/>
    <w:rsid w:val="00376DA9"/>
    <w:rsid w:val="003777AA"/>
    <w:rsid w:val="00381521"/>
    <w:rsid w:val="00381DF0"/>
    <w:rsid w:val="00381DF6"/>
    <w:rsid w:val="0038616C"/>
    <w:rsid w:val="003930BF"/>
    <w:rsid w:val="00396E1C"/>
    <w:rsid w:val="003A0B91"/>
    <w:rsid w:val="003A5455"/>
    <w:rsid w:val="003A596B"/>
    <w:rsid w:val="003B5C41"/>
    <w:rsid w:val="003B783C"/>
    <w:rsid w:val="003B7E9D"/>
    <w:rsid w:val="003C02D3"/>
    <w:rsid w:val="003C32FA"/>
    <w:rsid w:val="003C3A39"/>
    <w:rsid w:val="003C6555"/>
    <w:rsid w:val="003D0075"/>
    <w:rsid w:val="003D0EE2"/>
    <w:rsid w:val="003D294A"/>
    <w:rsid w:val="003D3B14"/>
    <w:rsid w:val="003D7268"/>
    <w:rsid w:val="003D7FEC"/>
    <w:rsid w:val="003E24F0"/>
    <w:rsid w:val="003F5F6D"/>
    <w:rsid w:val="003F763C"/>
    <w:rsid w:val="00401643"/>
    <w:rsid w:val="004025D4"/>
    <w:rsid w:val="004031E1"/>
    <w:rsid w:val="004033AC"/>
    <w:rsid w:val="00404C3B"/>
    <w:rsid w:val="0040549E"/>
    <w:rsid w:val="00406061"/>
    <w:rsid w:val="00407415"/>
    <w:rsid w:val="0041001F"/>
    <w:rsid w:val="00414450"/>
    <w:rsid w:val="00420036"/>
    <w:rsid w:val="00420C50"/>
    <w:rsid w:val="00420D29"/>
    <w:rsid w:val="00423572"/>
    <w:rsid w:val="0042478D"/>
    <w:rsid w:val="0042761C"/>
    <w:rsid w:val="00435D64"/>
    <w:rsid w:val="00442477"/>
    <w:rsid w:val="004438F0"/>
    <w:rsid w:val="0044438C"/>
    <w:rsid w:val="004459C3"/>
    <w:rsid w:val="0044670F"/>
    <w:rsid w:val="00452A96"/>
    <w:rsid w:val="004536BF"/>
    <w:rsid w:val="00456A16"/>
    <w:rsid w:val="00457D18"/>
    <w:rsid w:val="00461782"/>
    <w:rsid w:val="00462142"/>
    <w:rsid w:val="00462AB1"/>
    <w:rsid w:val="004652F4"/>
    <w:rsid w:val="00467278"/>
    <w:rsid w:val="004707DC"/>
    <w:rsid w:val="0047085B"/>
    <w:rsid w:val="00471956"/>
    <w:rsid w:val="00471FE5"/>
    <w:rsid w:val="004730BB"/>
    <w:rsid w:val="00473F4B"/>
    <w:rsid w:val="00474682"/>
    <w:rsid w:val="004768B7"/>
    <w:rsid w:val="00480156"/>
    <w:rsid w:val="00480509"/>
    <w:rsid w:val="004832D8"/>
    <w:rsid w:val="00487904"/>
    <w:rsid w:val="004932F9"/>
    <w:rsid w:val="00494432"/>
    <w:rsid w:val="004972E6"/>
    <w:rsid w:val="004A20CE"/>
    <w:rsid w:val="004A2DEF"/>
    <w:rsid w:val="004A40D7"/>
    <w:rsid w:val="004A49C4"/>
    <w:rsid w:val="004A5839"/>
    <w:rsid w:val="004A5F56"/>
    <w:rsid w:val="004B0350"/>
    <w:rsid w:val="004B118F"/>
    <w:rsid w:val="004B13DB"/>
    <w:rsid w:val="004B79D7"/>
    <w:rsid w:val="004C0B3A"/>
    <w:rsid w:val="004C0B55"/>
    <w:rsid w:val="004C0D73"/>
    <w:rsid w:val="004C0FD5"/>
    <w:rsid w:val="004C2AFD"/>
    <w:rsid w:val="004C3D90"/>
    <w:rsid w:val="004C7E27"/>
    <w:rsid w:val="004D0CD2"/>
    <w:rsid w:val="004D1816"/>
    <w:rsid w:val="004D4D25"/>
    <w:rsid w:val="004D62AD"/>
    <w:rsid w:val="004D7E71"/>
    <w:rsid w:val="004F0E4E"/>
    <w:rsid w:val="004F2A3F"/>
    <w:rsid w:val="004F346C"/>
    <w:rsid w:val="00500491"/>
    <w:rsid w:val="00501146"/>
    <w:rsid w:val="00504A31"/>
    <w:rsid w:val="00505389"/>
    <w:rsid w:val="005077A6"/>
    <w:rsid w:val="005110A3"/>
    <w:rsid w:val="00512513"/>
    <w:rsid w:val="00512823"/>
    <w:rsid w:val="0051336C"/>
    <w:rsid w:val="0051458B"/>
    <w:rsid w:val="00514E7F"/>
    <w:rsid w:val="00520580"/>
    <w:rsid w:val="00522D2F"/>
    <w:rsid w:val="00524A42"/>
    <w:rsid w:val="00526396"/>
    <w:rsid w:val="00532116"/>
    <w:rsid w:val="005343CD"/>
    <w:rsid w:val="0053557B"/>
    <w:rsid w:val="00542EE0"/>
    <w:rsid w:val="00543159"/>
    <w:rsid w:val="00545867"/>
    <w:rsid w:val="00545B23"/>
    <w:rsid w:val="0054674E"/>
    <w:rsid w:val="005548F9"/>
    <w:rsid w:val="00554AE7"/>
    <w:rsid w:val="005569D5"/>
    <w:rsid w:val="0056001E"/>
    <w:rsid w:val="00560177"/>
    <w:rsid w:val="005605E9"/>
    <w:rsid w:val="0056100B"/>
    <w:rsid w:val="00562CBC"/>
    <w:rsid w:val="005647F6"/>
    <w:rsid w:val="0057285C"/>
    <w:rsid w:val="00573840"/>
    <w:rsid w:val="00575165"/>
    <w:rsid w:val="00576132"/>
    <w:rsid w:val="00576E72"/>
    <w:rsid w:val="00581F0D"/>
    <w:rsid w:val="00583798"/>
    <w:rsid w:val="00584BE6"/>
    <w:rsid w:val="00584D18"/>
    <w:rsid w:val="005864EB"/>
    <w:rsid w:val="005866D6"/>
    <w:rsid w:val="00586827"/>
    <w:rsid w:val="00587D52"/>
    <w:rsid w:val="00591CC1"/>
    <w:rsid w:val="00591ED4"/>
    <w:rsid w:val="00592EBA"/>
    <w:rsid w:val="0059311D"/>
    <w:rsid w:val="00595F69"/>
    <w:rsid w:val="005967D1"/>
    <w:rsid w:val="005A1C5B"/>
    <w:rsid w:val="005C0881"/>
    <w:rsid w:val="005C23ED"/>
    <w:rsid w:val="005C289A"/>
    <w:rsid w:val="005C2F08"/>
    <w:rsid w:val="005C34F3"/>
    <w:rsid w:val="005C39BB"/>
    <w:rsid w:val="005C6EE6"/>
    <w:rsid w:val="005D7918"/>
    <w:rsid w:val="005E06D7"/>
    <w:rsid w:val="005E2758"/>
    <w:rsid w:val="005E2CAD"/>
    <w:rsid w:val="005E433F"/>
    <w:rsid w:val="005E77A6"/>
    <w:rsid w:val="005F4B99"/>
    <w:rsid w:val="00601315"/>
    <w:rsid w:val="0060652D"/>
    <w:rsid w:val="00607956"/>
    <w:rsid w:val="00610BA1"/>
    <w:rsid w:val="0061174F"/>
    <w:rsid w:val="00616F98"/>
    <w:rsid w:val="00617BAB"/>
    <w:rsid w:val="0062211B"/>
    <w:rsid w:val="00622217"/>
    <w:rsid w:val="00624252"/>
    <w:rsid w:val="00625A96"/>
    <w:rsid w:val="00631EE9"/>
    <w:rsid w:val="00640C3D"/>
    <w:rsid w:val="0064337E"/>
    <w:rsid w:val="00644F81"/>
    <w:rsid w:val="0064545E"/>
    <w:rsid w:val="006459F3"/>
    <w:rsid w:val="006539D1"/>
    <w:rsid w:val="00653D39"/>
    <w:rsid w:val="006544B1"/>
    <w:rsid w:val="0065695E"/>
    <w:rsid w:val="006574A9"/>
    <w:rsid w:val="0066031A"/>
    <w:rsid w:val="00661C8B"/>
    <w:rsid w:val="00661EBB"/>
    <w:rsid w:val="0066700B"/>
    <w:rsid w:val="006723C9"/>
    <w:rsid w:val="006766F3"/>
    <w:rsid w:val="0067731A"/>
    <w:rsid w:val="0068126B"/>
    <w:rsid w:val="00685CA3"/>
    <w:rsid w:val="00686099"/>
    <w:rsid w:val="006905A5"/>
    <w:rsid w:val="00692003"/>
    <w:rsid w:val="0069465F"/>
    <w:rsid w:val="00696DA5"/>
    <w:rsid w:val="006A1CB1"/>
    <w:rsid w:val="006A4FCE"/>
    <w:rsid w:val="006A714B"/>
    <w:rsid w:val="006A79BF"/>
    <w:rsid w:val="006C29CD"/>
    <w:rsid w:val="006C34E5"/>
    <w:rsid w:val="006C464A"/>
    <w:rsid w:val="006C51E2"/>
    <w:rsid w:val="006C55B6"/>
    <w:rsid w:val="006C7DC0"/>
    <w:rsid w:val="006D0AD0"/>
    <w:rsid w:val="006D1A3F"/>
    <w:rsid w:val="006D203E"/>
    <w:rsid w:val="006E27AD"/>
    <w:rsid w:val="006E2D51"/>
    <w:rsid w:val="006E4522"/>
    <w:rsid w:val="006F54C7"/>
    <w:rsid w:val="006F60B3"/>
    <w:rsid w:val="00701B6D"/>
    <w:rsid w:val="00702BC3"/>
    <w:rsid w:val="0070410E"/>
    <w:rsid w:val="00707F20"/>
    <w:rsid w:val="00712A05"/>
    <w:rsid w:val="00712F9A"/>
    <w:rsid w:val="00714C45"/>
    <w:rsid w:val="00716989"/>
    <w:rsid w:val="0071795B"/>
    <w:rsid w:val="00717E6D"/>
    <w:rsid w:val="007236FB"/>
    <w:rsid w:val="007253A7"/>
    <w:rsid w:val="007313DA"/>
    <w:rsid w:val="0073787C"/>
    <w:rsid w:val="00745DD5"/>
    <w:rsid w:val="00746862"/>
    <w:rsid w:val="00751327"/>
    <w:rsid w:val="00752731"/>
    <w:rsid w:val="00752C87"/>
    <w:rsid w:val="00760572"/>
    <w:rsid w:val="00763C70"/>
    <w:rsid w:val="0076447F"/>
    <w:rsid w:val="00767682"/>
    <w:rsid w:val="00767B85"/>
    <w:rsid w:val="00775CAD"/>
    <w:rsid w:val="00775F4E"/>
    <w:rsid w:val="00776D16"/>
    <w:rsid w:val="00781237"/>
    <w:rsid w:val="007836B5"/>
    <w:rsid w:val="00783700"/>
    <w:rsid w:val="00785815"/>
    <w:rsid w:val="00790296"/>
    <w:rsid w:val="00792F3D"/>
    <w:rsid w:val="007961CB"/>
    <w:rsid w:val="00797258"/>
    <w:rsid w:val="007A0BA8"/>
    <w:rsid w:val="007A4FB3"/>
    <w:rsid w:val="007B6740"/>
    <w:rsid w:val="007C12E0"/>
    <w:rsid w:val="007C2707"/>
    <w:rsid w:val="007C2912"/>
    <w:rsid w:val="007C44C9"/>
    <w:rsid w:val="007C7873"/>
    <w:rsid w:val="007D100D"/>
    <w:rsid w:val="007D485A"/>
    <w:rsid w:val="007D7701"/>
    <w:rsid w:val="007E04E7"/>
    <w:rsid w:val="007E3869"/>
    <w:rsid w:val="007E6C48"/>
    <w:rsid w:val="007E6EE9"/>
    <w:rsid w:val="007F5E3A"/>
    <w:rsid w:val="007F7DD4"/>
    <w:rsid w:val="007F7EB4"/>
    <w:rsid w:val="00802F1A"/>
    <w:rsid w:val="008048CB"/>
    <w:rsid w:val="00807BCA"/>
    <w:rsid w:val="00807F4C"/>
    <w:rsid w:val="00812EDA"/>
    <w:rsid w:val="00813F99"/>
    <w:rsid w:val="00814B43"/>
    <w:rsid w:val="00815861"/>
    <w:rsid w:val="008163F2"/>
    <w:rsid w:val="0081766B"/>
    <w:rsid w:val="00817B8A"/>
    <w:rsid w:val="008223BB"/>
    <w:rsid w:val="0082277B"/>
    <w:rsid w:val="0082321A"/>
    <w:rsid w:val="00835568"/>
    <w:rsid w:val="008362FD"/>
    <w:rsid w:val="00841625"/>
    <w:rsid w:val="00841981"/>
    <w:rsid w:val="00844F55"/>
    <w:rsid w:val="00844FBF"/>
    <w:rsid w:val="008455C0"/>
    <w:rsid w:val="00846FC3"/>
    <w:rsid w:val="0084705F"/>
    <w:rsid w:val="008505AA"/>
    <w:rsid w:val="00850639"/>
    <w:rsid w:val="008569FC"/>
    <w:rsid w:val="0086603F"/>
    <w:rsid w:val="008677EC"/>
    <w:rsid w:val="00872AAE"/>
    <w:rsid w:val="0087330D"/>
    <w:rsid w:val="00873C9A"/>
    <w:rsid w:val="00875A8B"/>
    <w:rsid w:val="00877EEF"/>
    <w:rsid w:val="00880244"/>
    <w:rsid w:val="00880E2E"/>
    <w:rsid w:val="0088153C"/>
    <w:rsid w:val="00881B21"/>
    <w:rsid w:val="00884191"/>
    <w:rsid w:val="008842C3"/>
    <w:rsid w:val="008859F3"/>
    <w:rsid w:val="00885AC0"/>
    <w:rsid w:val="008874AC"/>
    <w:rsid w:val="00887958"/>
    <w:rsid w:val="00887E89"/>
    <w:rsid w:val="00893D85"/>
    <w:rsid w:val="008A549F"/>
    <w:rsid w:val="008A5A60"/>
    <w:rsid w:val="008A6CE4"/>
    <w:rsid w:val="008A7257"/>
    <w:rsid w:val="008B2F28"/>
    <w:rsid w:val="008B460A"/>
    <w:rsid w:val="008B59D3"/>
    <w:rsid w:val="008B5AE4"/>
    <w:rsid w:val="008B6FED"/>
    <w:rsid w:val="008C5983"/>
    <w:rsid w:val="008D0DD1"/>
    <w:rsid w:val="008D43EE"/>
    <w:rsid w:val="008D4E6C"/>
    <w:rsid w:val="008D630D"/>
    <w:rsid w:val="008E1A9E"/>
    <w:rsid w:val="008E29E8"/>
    <w:rsid w:val="008E54CD"/>
    <w:rsid w:val="008E7E8D"/>
    <w:rsid w:val="008F344E"/>
    <w:rsid w:val="008F63A7"/>
    <w:rsid w:val="00901CE3"/>
    <w:rsid w:val="00906096"/>
    <w:rsid w:val="00907FA1"/>
    <w:rsid w:val="00910064"/>
    <w:rsid w:val="009124C0"/>
    <w:rsid w:val="00915F56"/>
    <w:rsid w:val="00920223"/>
    <w:rsid w:val="0092083E"/>
    <w:rsid w:val="00921E32"/>
    <w:rsid w:val="00923CC1"/>
    <w:rsid w:val="00924653"/>
    <w:rsid w:val="009258AA"/>
    <w:rsid w:val="00925F0C"/>
    <w:rsid w:val="009265ED"/>
    <w:rsid w:val="00926974"/>
    <w:rsid w:val="00926BB0"/>
    <w:rsid w:val="00927C7A"/>
    <w:rsid w:val="00933FFD"/>
    <w:rsid w:val="0093414B"/>
    <w:rsid w:val="00937A1B"/>
    <w:rsid w:val="0094197F"/>
    <w:rsid w:val="00942116"/>
    <w:rsid w:val="00943A8C"/>
    <w:rsid w:val="00945B99"/>
    <w:rsid w:val="0095122B"/>
    <w:rsid w:val="00954487"/>
    <w:rsid w:val="00956055"/>
    <w:rsid w:val="009567BA"/>
    <w:rsid w:val="00961359"/>
    <w:rsid w:val="00962DB8"/>
    <w:rsid w:val="009636DD"/>
    <w:rsid w:val="00965C5F"/>
    <w:rsid w:val="00967D76"/>
    <w:rsid w:val="00971A67"/>
    <w:rsid w:val="00972118"/>
    <w:rsid w:val="00973AAA"/>
    <w:rsid w:val="009748D9"/>
    <w:rsid w:val="00977243"/>
    <w:rsid w:val="0098035B"/>
    <w:rsid w:val="0098097B"/>
    <w:rsid w:val="00982B72"/>
    <w:rsid w:val="00982DC4"/>
    <w:rsid w:val="0098353F"/>
    <w:rsid w:val="0099038A"/>
    <w:rsid w:val="009905C0"/>
    <w:rsid w:val="00992D9A"/>
    <w:rsid w:val="0099306A"/>
    <w:rsid w:val="0099761C"/>
    <w:rsid w:val="009A67B3"/>
    <w:rsid w:val="009A7E34"/>
    <w:rsid w:val="009B23E5"/>
    <w:rsid w:val="009B5489"/>
    <w:rsid w:val="009C2C9D"/>
    <w:rsid w:val="009C4343"/>
    <w:rsid w:val="009C5CA1"/>
    <w:rsid w:val="009D1EC4"/>
    <w:rsid w:val="009D2633"/>
    <w:rsid w:val="009D57F0"/>
    <w:rsid w:val="009D646C"/>
    <w:rsid w:val="009E617D"/>
    <w:rsid w:val="009F067E"/>
    <w:rsid w:val="009F297D"/>
    <w:rsid w:val="009F3D95"/>
    <w:rsid w:val="009F5ECC"/>
    <w:rsid w:val="00A00868"/>
    <w:rsid w:val="00A00A58"/>
    <w:rsid w:val="00A00C00"/>
    <w:rsid w:val="00A01394"/>
    <w:rsid w:val="00A01B34"/>
    <w:rsid w:val="00A0359F"/>
    <w:rsid w:val="00A049D1"/>
    <w:rsid w:val="00A168BA"/>
    <w:rsid w:val="00A171A2"/>
    <w:rsid w:val="00A210C2"/>
    <w:rsid w:val="00A21765"/>
    <w:rsid w:val="00A22CE7"/>
    <w:rsid w:val="00A23DB9"/>
    <w:rsid w:val="00A255EE"/>
    <w:rsid w:val="00A26078"/>
    <w:rsid w:val="00A26E1E"/>
    <w:rsid w:val="00A41718"/>
    <w:rsid w:val="00A41FDD"/>
    <w:rsid w:val="00A42401"/>
    <w:rsid w:val="00A4493A"/>
    <w:rsid w:val="00A453BA"/>
    <w:rsid w:val="00A51309"/>
    <w:rsid w:val="00A52459"/>
    <w:rsid w:val="00A52821"/>
    <w:rsid w:val="00A617BB"/>
    <w:rsid w:val="00A7032B"/>
    <w:rsid w:val="00A70334"/>
    <w:rsid w:val="00A7372A"/>
    <w:rsid w:val="00A754EB"/>
    <w:rsid w:val="00A76A0C"/>
    <w:rsid w:val="00A84124"/>
    <w:rsid w:val="00A84396"/>
    <w:rsid w:val="00A85469"/>
    <w:rsid w:val="00A86B94"/>
    <w:rsid w:val="00A90D32"/>
    <w:rsid w:val="00A916C9"/>
    <w:rsid w:val="00A94E94"/>
    <w:rsid w:val="00A9551C"/>
    <w:rsid w:val="00A97980"/>
    <w:rsid w:val="00AA1185"/>
    <w:rsid w:val="00AA1BD2"/>
    <w:rsid w:val="00AA393B"/>
    <w:rsid w:val="00AA3B97"/>
    <w:rsid w:val="00AA56BC"/>
    <w:rsid w:val="00AB021B"/>
    <w:rsid w:val="00AB1E76"/>
    <w:rsid w:val="00AB4A30"/>
    <w:rsid w:val="00AC0C43"/>
    <w:rsid w:val="00AC4B6E"/>
    <w:rsid w:val="00AC6678"/>
    <w:rsid w:val="00AC6719"/>
    <w:rsid w:val="00AC6991"/>
    <w:rsid w:val="00AD1D9A"/>
    <w:rsid w:val="00AD2F80"/>
    <w:rsid w:val="00AD5302"/>
    <w:rsid w:val="00AE145E"/>
    <w:rsid w:val="00AE3511"/>
    <w:rsid w:val="00AE56E8"/>
    <w:rsid w:val="00AE6D95"/>
    <w:rsid w:val="00AE73DB"/>
    <w:rsid w:val="00AF1FF9"/>
    <w:rsid w:val="00AF2926"/>
    <w:rsid w:val="00AF5484"/>
    <w:rsid w:val="00AF7A46"/>
    <w:rsid w:val="00B01B45"/>
    <w:rsid w:val="00B028AD"/>
    <w:rsid w:val="00B0596B"/>
    <w:rsid w:val="00B07699"/>
    <w:rsid w:val="00B10B01"/>
    <w:rsid w:val="00B12B0C"/>
    <w:rsid w:val="00B13888"/>
    <w:rsid w:val="00B17728"/>
    <w:rsid w:val="00B21C4E"/>
    <w:rsid w:val="00B301D6"/>
    <w:rsid w:val="00B30E9C"/>
    <w:rsid w:val="00B30FD2"/>
    <w:rsid w:val="00B31508"/>
    <w:rsid w:val="00B31C76"/>
    <w:rsid w:val="00B354D6"/>
    <w:rsid w:val="00B36BC8"/>
    <w:rsid w:val="00B40769"/>
    <w:rsid w:val="00B40B86"/>
    <w:rsid w:val="00B4199D"/>
    <w:rsid w:val="00B42905"/>
    <w:rsid w:val="00B42E71"/>
    <w:rsid w:val="00B4431F"/>
    <w:rsid w:val="00B44553"/>
    <w:rsid w:val="00B45520"/>
    <w:rsid w:val="00B47077"/>
    <w:rsid w:val="00B47844"/>
    <w:rsid w:val="00B47ECD"/>
    <w:rsid w:val="00B50280"/>
    <w:rsid w:val="00B5187C"/>
    <w:rsid w:val="00B53ACA"/>
    <w:rsid w:val="00B542E8"/>
    <w:rsid w:val="00B55083"/>
    <w:rsid w:val="00B64E51"/>
    <w:rsid w:val="00B65214"/>
    <w:rsid w:val="00B71737"/>
    <w:rsid w:val="00B721C5"/>
    <w:rsid w:val="00B73917"/>
    <w:rsid w:val="00B76AF4"/>
    <w:rsid w:val="00B775EB"/>
    <w:rsid w:val="00B856A5"/>
    <w:rsid w:val="00B905EA"/>
    <w:rsid w:val="00B93812"/>
    <w:rsid w:val="00B976F0"/>
    <w:rsid w:val="00BA25A1"/>
    <w:rsid w:val="00BA5609"/>
    <w:rsid w:val="00BA5A79"/>
    <w:rsid w:val="00BA7126"/>
    <w:rsid w:val="00BA72E2"/>
    <w:rsid w:val="00BB03E3"/>
    <w:rsid w:val="00BB05B3"/>
    <w:rsid w:val="00BB07EB"/>
    <w:rsid w:val="00BB434B"/>
    <w:rsid w:val="00BB45B4"/>
    <w:rsid w:val="00BB6D88"/>
    <w:rsid w:val="00BB747C"/>
    <w:rsid w:val="00BB7496"/>
    <w:rsid w:val="00BC2118"/>
    <w:rsid w:val="00BC6087"/>
    <w:rsid w:val="00BC7807"/>
    <w:rsid w:val="00BC797B"/>
    <w:rsid w:val="00BC7B6A"/>
    <w:rsid w:val="00BC7D85"/>
    <w:rsid w:val="00BD1E6D"/>
    <w:rsid w:val="00BD2159"/>
    <w:rsid w:val="00BD37B5"/>
    <w:rsid w:val="00BD3EF9"/>
    <w:rsid w:val="00BD5C6A"/>
    <w:rsid w:val="00BE1353"/>
    <w:rsid w:val="00BE3B06"/>
    <w:rsid w:val="00BF0454"/>
    <w:rsid w:val="00BF0E9F"/>
    <w:rsid w:val="00BF30C9"/>
    <w:rsid w:val="00BF3FF5"/>
    <w:rsid w:val="00BF4664"/>
    <w:rsid w:val="00BF68A7"/>
    <w:rsid w:val="00C02E02"/>
    <w:rsid w:val="00C03182"/>
    <w:rsid w:val="00C0398E"/>
    <w:rsid w:val="00C04028"/>
    <w:rsid w:val="00C108D8"/>
    <w:rsid w:val="00C14CDB"/>
    <w:rsid w:val="00C164A9"/>
    <w:rsid w:val="00C26077"/>
    <w:rsid w:val="00C272ED"/>
    <w:rsid w:val="00C2752B"/>
    <w:rsid w:val="00C2764B"/>
    <w:rsid w:val="00C27A61"/>
    <w:rsid w:val="00C27EC3"/>
    <w:rsid w:val="00C312CD"/>
    <w:rsid w:val="00C31F17"/>
    <w:rsid w:val="00C32A89"/>
    <w:rsid w:val="00C34FF4"/>
    <w:rsid w:val="00C35693"/>
    <w:rsid w:val="00C43A0C"/>
    <w:rsid w:val="00C442E9"/>
    <w:rsid w:val="00C46216"/>
    <w:rsid w:val="00C462E2"/>
    <w:rsid w:val="00C60E61"/>
    <w:rsid w:val="00C62915"/>
    <w:rsid w:val="00C62BEE"/>
    <w:rsid w:val="00C63824"/>
    <w:rsid w:val="00C64C30"/>
    <w:rsid w:val="00C65749"/>
    <w:rsid w:val="00C70987"/>
    <w:rsid w:val="00C71F72"/>
    <w:rsid w:val="00C74CF0"/>
    <w:rsid w:val="00C76EE2"/>
    <w:rsid w:val="00C82B3E"/>
    <w:rsid w:val="00C84499"/>
    <w:rsid w:val="00C86357"/>
    <w:rsid w:val="00C867FD"/>
    <w:rsid w:val="00C96BAC"/>
    <w:rsid w:val="00C97B3E"/>
    <w:rsid w:val="00C97B6F"/>
    <w:rsid w:val="00CA29DD"/>
    <w:rsid w:val="00CA4626"/>
    <w:rsid w:val="00CA5ED4"/>
    <w:rsid w:val="00CA6BF3"/>
    <w:rsid w:val="00CA7BF7"/>
    <w:rsid w:val="00CC066E"/>
    <w:rsid w:val="00CC0DCB"/>
    <w:rsid w:val="00CC47D6"/>
    <w:rsid w:val="00CC5003"/>
    <w:rsid w:val="00CC6338"/>
    <w:rsid w:val="00CC6A50"/>
    <w:rsid w:val="00CD1A23"/>
    <w:rsid w:val="00CD317F"/>
    <w:rsid w:val="00CD3312"/>
    <w:rsid w:val="00CD3D3C"/>
    <w:rsid w:val="00CD55BE"/>
    <w:rsid w:val="00CE0752"/>
    <w:rsid w:val="00CE2604"/>
    <w:rsid w:val="00CE3100"/>
    <w:rsid w:val="00CE4FBB"/>
    <w:rsid w:val="00CE5A7C"/>
    <w:rsid w:val="00CE6F7F"/>
    <w:rsid w:val="00CF096B"/>
    <w:rsid w:val="00CF25CB"/>
    <w:rsid w:val="00CF28C2"/>
    <w:rsid w:val="00CF2D59"/>
    <w:rsid w:val="00CF723C"/>
    <w:rsid w:val="00D029BF"/>
    <w:rsid w:val="00D0776C"/>
    <w:rsid w:val="00D132DD"/>
    <w:rsid w:val="00D13491"/>
    <w:rsid w:val="00D15B1E"/>
    <w:rsid w:val="00D170EF"/>
    <w:rsid w:val="00D23F46"/>
    <w:rsid w:val="00D30401"/>
    <w:rsid w:val="00D31BFA"/>
    <w:rsid w:val="00D32908"/>
    <w:rsid w:val="00D3476A"/>
    <w:rsid w:val="00D41139"/>
    <w:rsid w:val="00D42FB1"/>
    <w:rsid w:val="00D46516"/>
    <w:rsid w:val="00D52B5E"/>
    <w:rsid w:val="00D535D3"/>
    <w:rsid w:val="00D55116"/>
    <w:rsid w:val="00D662DD"/>
    <w:rsid w:val="00D71593"/>
    <w:rsid w:val="00D715FC"/>
    <w:rsid w:val="00D74870"/>
    <w:rsid w:val="00D74A20"/>
    <w:rsid w:val="00D76631"/>
    <w:rsid w:val="00D80004"/>
    <w:rsid w:val="00D80EF1"/>
    <w:rsid w:val="00D841F1"/>
    <w:rsid w:val="00D843D3"/>
    <w:rsid w:val="00D8485A"/>
    <w:rsid w:val="00D85684"/>
    <w:rsid w:val="00D8798A"/>
    <w:rsid w:val="00D9141D"/>
    <w:rsid w:val="00D96C12"/>
    <w:rsid w:val="00D97033"/>
    <w:rsid w:val="00DA1147"/>
    <w:rsid w:val="00DA1A83"/>
    <w:rsid w:val="00DA1CF5"/>
    <w:rsid w:val="00DA2710"/>
    <w:rsid w:val="00DA2CEC"/>
    <w:rsid w:val="00DA52F3"/>
    <w:rsid w:val="00DB3BF2"/>
    <w:rsid w:val="00DB596A"/>
    <w:rsid w:val="00DB695F"/>
    <w:rsid w:val="00DB7C13"/>
    <w:rsid w:val="00DC0338"/>
    <w:rsid w:val="00DC1202"/>
    <w:rsid w:val="00DC14D3"/>
    <w:rsid w:val="00DC1785"/>
    <w:rsid w:val="00DC1D23"/>
    <w:rsid w:val="00DC3CD4"/>
    <w:rsid w:val="00DC7266"/>
    <w:rsid w:val="00DD0FB4"/>
    <w:rsid w:val="00DD17B9"/>
    <w:rsid w:val="00DD1B27"/>
    <w:rsid w:val="00DD45DF"/>
    <w:rsid w:val="00DD5057"/>
    <w:rsid w:val="00DD5786"/>
    <w:rsid w:val="00DD59BF"/>
    <w:rsid w:val="00DE0A83"/>
    <w:rsid w:val="00DE6604"/>
    <w:rsid w:val="00DF1124"/>
    <w:rsid w:val="00DF1E90"/>
    <w:rsid w:val="00DF55EB"/>
    <w:rsid w:val="00DF7E16"/>
    <w:rsid w:val="00E004AD"/>
    <w:rsid w:val="00E016F3"/>
    <w:rsid w:val="00E027E2"/>
    <w:rsid w:val="00E12A19"/>
    <w:rsid w:val="00E13679"/>
    <w:rsid w:val="00E162FC"/>
    <w:rsid w:val="00E20C22"/>
    <w:rsid w:val="00E258E7"/>
    <w:rsid w:val="00E3035C"/>
    <w:rsid w:val="00E311DC"/>
    <w:rsid w:val="00E35312"/>
    <w:rsid w:val="00E360F3"/>
    <w:rsid w:val="00E37810"/>
    <w:rsid w:val="00E417C9"/>
    <w:rsid w:val="00E475DF"/>
    <w:rsid w:val="00E50926"/>
    <w:rsid w:val="00E5211C"/>
    <w:rsid w:val="00E52D2D"/>
    <w:rsid w:val="00E550FB"/>
    <w:rsid w:val="00E60978"/>
    <w:rsid w:val="00E61291"/>
    <w:rsid w:val="00E626EB"/>
    <w:rsid w:val="00E676DF"/>
    <w:rsid w:val="00E76767"/>
    <w:rsid w:val="00E76962"/>
    <w:rsid w:val="00E77871"/>
    <w:rsid w:val="00E813AB"/>
    <w:rsid w:val="00E8300D"/>
    <w:rsid w:val="00E852A2"/>
    <w:rsid w:val="00E85F13"/>
    <w:rsid w:val="00E8664D"/>
    <w:rsid w:val="00E92010"/>
    <w:rsid w:val="00E94775"/>
    <w:rsid w:val="00E95094"/>
    <w:rsid w:val="00E95C06"/>
    <w:rsid w:val="00EA003E"/>
    <w:rsid w:val="00EA1240"/>
    <w:rsid w:val="00EA2B94"/>
    <w:rsid w:val="00EA6356"/>
    <w:rsid w:val="00EB0588"/>
    <w:rsid w:val="00EB058A"/>
    <w:rsid w:val="00EB08A8"/>
    <w:rsid w:val="00EB4DBC"/>
    <w:rsid w:val="00EB503D"/>
    <w:rsid w:val="00EC1B94"/>
    <w:rsid w:val="00EC35A2"/>
    <w:rsid w:val="00EC4EAF"/>
    <w:rsid w:val="00EC5689"/>
    <w:rsid w:val="00EC5AE2"/>
    <w:rsid w:val="00ED0828"/>
    <w:rsid w:val="00ED2600"/>
    <w:rsid w:val="00ED3CCF"/>
    <w:rsid w:val="00ED5551"/>
    <w:rsid w:val="00ED7532"/>
    <w:rsid w:val="00ED7B29"/>
    <w:rsid w:val="00EE02F7"/>
    <w:rsid w:val="00EE3E53"/>
    <w:rsid w:val="00EE449F"/>
    <w:rsid w:val="00EE671F"/>
    <w:rsid w:val="00F0193A"/>
    <w:rsid w:val="00F02C78"/>
    <w:rsid w:val="00F066C5"/>
    <w:rsid w:val="00F07BFB"/>
    <w:rsid w:val="00F101B7"/>
    <w:rsid w:val="00F13E99"/>
    <w:rsid w:val="00F14D59"/>
    <w:rsid w:val="00F15965"/>
    <w:rsid w:val="00F16EC5"/>
    <w:rsid w:val="00F21E3D"/>
    <w:rsid w:val="00F23DDC"/>
    <w:rsid w:val="00F24A8B"/>
    <w:rsid w:val="00F270DC"/>
    <w:rsid w:val="00F30066"/>
    <w:rsid w:val="00F3023B"/>
    <w:rsid w:val="00F3109C"/>
    <w:rsid w:val="00F319BF"/>
    <w:rsid w:val="00F324A2"/>
    <w:rsid w:val="00F33748"/>
    <w:rsid w:val="00F35F94"/>
    <w:rsid w:val="00F412D0"/>
    <w:rsid w:val="00F51F07"/>
    <w:rsid w:val="00F525A8"/>
    <w:rsid w:val="00F52DE3"/>
    <w:rsid w:val="00F546CE"/>
    <w:rsid w:val="00F55D2F"/>
    <w:rsid w:val="00F6007F"/>
    <w:rsid w:val="00F63931"/>
    <w:rsid w:val="00F65786"/>
    <w:rsid w:val="00F71E82"/>
    <w:rsid w:val="00F732EC"/>
    <w:rsid w:val="00F73D9E"/>
    <w:rsid w:val="00F747C8"/>
    <w:rsid w:val="00F76012"/>
    <w:rsid w:val="00F76E4A"/>
    <w:rsid w:val="00F770B1"/>
    <w:rsid w:val="00F77AB1"/>
    <w:rsid w:val="00F82719"/>
    <w:rsid w:val="00F82EF8"/>
    <w:rsid w:val="00F85782"/>
    <w:rsid w:val="00F85F82"/>
    <w:rsid w:val="00F91195"/>
    <w:rsid w:val="00F913F9"/>
    <w:rsid w:val="00F92E53"/>
    <w:rsid w:val="00F930D2"/>
    <w:rsid w:val="00F9360F"/>
    <w:rsid w:val="00F93731"/>
    <w:rsid w:val="00F952AA"/>
    <w:rsid w:val="00FA0370"/>
    <w:rsid w:val="00FA06A0"/>
    <w:rsid w:val="00FA1B36"/>
    <w:rsid w:val="00FA2723"/>
    <w:rsid w:val="00FA2916"/>
    <w:rsid w:val="00FA3F32"/>
    <w:rsid w:val="00FA5633"/>
    <w:rsid w:val="00FA5F53"/>
    <w:rsid w:val="00FA6C66"/>
    <w:rsid w:val="00FB64E4"/>
    <w:rsid w:val="00FC0324"/>
    <w:rsid w:val="00FC2A63"/>
    <w:rsid w:val="00FC56D3"/>
    <w:rsid w:val="00FC5EE0"/>
    <w:rsid w:val="00FC736F"/>
    <w:rsid w:val="00FD015C"/>
    <w:rsid w:val="00FD023C"/>
    <w:rsid w:val="00FD6A9B"/>
    <w:rsid w:val="00FD6C74"/>
    <w:rsid w:val="00FE60A3"/>
    <w:rsid w:val="00FE6365"/>
    <w:rsid w:val="00FE7A1C"/>
    <w:rsid w:val="00FE7F82"/>
    <w:rsid w:val="00FF2105"/>
    <w:rsid w:val="00FF3BA7"/>
    <w:rsid w:val="00FF5180"/>
    <w:rsid w:val="00FF6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white" stroke="f">
      <v:fill color="white" on="f"/>
      <v:stroke on="f"/>
    </o:shapedefaults>
    <o:shapelayout v:ext="edit">
      <o:idmap v:ext="edit" data="1"/>
    </o:shapelayout>
  </w:shapeDefaults>
  <w:decimalSymbol w:val="."/>
  <w:listSeparator w:val=","/>
  <w15:docId w15:val="{FE41014B-106F-44E9-A214-B664F362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6D16"/>
    <w:rPr>
      <w:sz w:val="24"/>
    </w:rPr>
  </w:style>
  <w:style w:type="paragraph" w:styleId="Heading1">
    <w:name w:val="heading 1"/>
    <w:basedOn w:val="Normal"/>
    <w:next w:val="Normal"/>
    <w:qFormat/>
    <w:rsid w:val="0095122B"/>
    <w:pPr>
      <w:keepNext/>
      <w:outlineLvl w:val="0"/>
    </w:pPr>
    <w:rPr>
      <w:rFonts w:ascii="Perpetua" w:hAnsi="Perpetua"/>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95122B"/>
    <w:pPr>
      <w:framePr w:w="7920" w:h="1980" w:hRule="exact" w:hSpace="180" w:wrap="auto" w:hAnchor="page" w:xAlign="center" w:yAlign="bottom"/>
      <w:ind w:left="2880"/>
    </w:pPr>
    <w:rPr>
      <w:b/>
      <w:sz w:val="28"/>
    </w:rPr>
  </w:style>
  <w:style w:type="paragraph" w:styleId="EnvelopeReturn">
    <w:name w:val="envelope return"/>
    <w:basedOn w:val="Normal"/>
    <w:rsid w:val="0095122B"/>
    <w:rPr>
      <w:sz w:val="20"/>
    </w:rPr>
  </w:style>
  <w:style w:type="paragraph" w:styleId="Title">
    <w:name w:val="Title"/>
    <w:basedOn w:val="Normal"/>
    <w:qFormat/>
    <w:rsid w:val="0095122B"/>
    <w:pPr>
      <w:jc w:val="center"/>
    </w:pPr>
    <w:rPr>
      <w:b/>
    </w:rPr>
  </w:style>
  <w:style w:type="character" w:styleId="Hyperlink">
    <w:name w:val="Hyperlink"/>
    <w:rsid w:val="00BC6087"/>
    <w:rPr>
      <w:color w:val="000000"/>
      <w:u w:val="single"/>
    </w:rPr>
  </w:style>
  <w:style w:type="paragraph" w:styleId="Footer">
    <w:name w:val="footer"/>
    <w:basedOn w:val="Normal"/>
    <w:link w:val="FooterChar"/>
    <w:rsid w:val="00133016"/>
    <w:pPr>
      <w:tabs>
        <w:tab w:val="center" w:pos="4320"/>
        <w:tab w:val="right" w:pos="8640"/>
      </w:tabs>
    </w:pPr>
    <w:rPr>
      <w:rFonts w:ascii="Courier New" w:hAnsi="Courier New"/>
      <w:spacing w:val="-3"/>
    </w:rPr>
  </w:style>
  <w:style w:type="paragraph" w:styleId="ListBullet">
    <w:name w:val="List Bullet"/>
    <w:basedOn w:val="Normal"/>
    <w:uiPriority w:val="99"/>
    <w:unhideWhenUsed/>
    <w:rsid w:val="001A6F8C"/>
    <w:pPr>
      <w:numPr>
        <w:numId w:val="3"/>
      </w:numPr>
      <w:contextualSpacing/>
    </w:pPr>
  </w:style>
  <w:style w:type="paragraph" w:styleId="BalloonText">
    <w:name w:val="Balloon Text"/>
    <w:basedOn w:val="Normal"/>
    <w:link w:val="BalloonTextChar"/>
    <w:uiPriority w:val="99"/>
    <w:semiHidden/>
    <w:unhideWhenUsed/>
    <w:rsid w:val="00BF4664"/>
    <w:rPr>
      <w:rFonts w:ascii="Tahoma" w:hAnsi="Tahoma"/>
      <w:sz w:val="16"/>
      <w:szCs w:val="16"/>
    </w:rPr>
  </w:style>
  <w:style w:type="character" w:customStyle="1" w:styleId="BalloonTextChar">
    <w:name w:val="Balloon Text Char"/>
    <w:link w:val="BalloonText"/>
    <w:uiPriority w:val="99"/>
    <w:semiHidden/>
    <w:rsid w:val="00BF4664"/>
    <w:rPr>
      <w:rFonts w:ascii="Tahoma" w:hAnsi="Tahoma" w:cs="Tahoma"/>
      <w:sz w:val="16"/>
      <w:szCs w:val="16"/>
    </w:rPr>
  </w:style>
  <w:style w:type="paragraph" w:styleId="Header">
    <w:name w:val="header"/>
    <w:basedOn w:val="Normal"/>
    <w:link w:val="HeaderChar"/>
    <w:uiPriority w:val="99"/>
    <w:unhideWhenUsed/>
    <w:rsid w:val="00D74A20"/>
    <w:pPr>
      <w:tabs>
        <w:tab w:val="center" w:pos="4680"/>
        <w:tab w:val="right" w:pos="9360"/>
      </w:tabs>
    </w:pPr>
  </w:style>
  <w:style w:type="character" w:customStyle="1" w:styleId="HeaderChar">
    <w:name w:val="Header Char"/>
    <w:link w:val="Header"/>
    <w:uiPriority w:val="99"/>
    <w:rsid w:val="00D74A20"/>
    <w:rPr>
      <w:sz w:val="24"/>
    </w:rPr>
  </w:style>
  <w:style w:type="character" w:customStyle="1" w:styleId="FooterChar">
    <w:name w:val="Footer Char"/>
    <w:link w:val="Footer"/>
    <w:uiPriority w:val="99"/>
    <w:rsid w:val="00D74A20"/>
    <w:rPr>
      <w:rFonts w:ascii="Courier New" w:hAnsi="Courier New"/>
      <w:spacing w:val="-3"/>
      <w:sz w:val="24"/>
    </w:rPr>
  </w:style>
  <w:style w:type="paragraph" w:styleId="ListParagraph">
    <w:name w:val="List Paragraph"/>
    <w:basedOn w:val="Normal"/>
    <w:uiPriority w:val="34"/>
    <w:qFormat/>
    <w:rsid w:val="007D48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855692">
      <w:bodyDiv w:val="1"/>
      <w:marLeft w:val="0"/>
      <w:marRight w:val="0"/>
      <w:marTop w:val="0"/>
      <w:marBottom w:val="0"/>
      <w:divBdr>
        <w:top w:val="none" w:sz="0" w:space="0" w:color="auto"/>
        <w:left w:val="none" w:sz="0" w:space="0" w:color="auto"/>
        <w:bottom w:val="none" w:sz="0" w:space="0" w:color="auto"/>
        <w:right w:val="none" w:sz="0" w:space="0" w:color="auto"/>
      </w:divBdr>
    </w:div>
    <w:div w:id="505052833">
      <w:bodyDiv w:val="1"/>
      <w:marLeft w:val="0"/>
      <w:marRight w:val="0"/>
      <w:marTop w:val="0"/>
      <w:marBottom w:val="0"/>
      <w:divBdr>
        <w:top w:val="none" w:sz="0" w:space="0" w:color="auto"/>
        <w:left w:val="none" w:sz="0" w:space="0" w:color="auto"/>
        <w:bottom w:val="none" w:sz="0" w:space="0" w:color="auto"/>
        <w:right w:val="none" w:sz="0" w:space="0" w:color="auto"/>
      </w:divBdr>
    </w:div>
    <w:div w:id="624195852">
      <w:bodyDiv w:val="1"/>
      <w:marLeft w:val="0"/>
      <w:marRight w:val="0"/>
      <w:marTop w:val="0"/>
      <w:marBottom w:val="0"/>
      <w:divBdr>
        <w:top w:val="none" w:sz="0" w:space="0" w:color="auto"/>
        <w:left w:val="none" w:sz="0" w:space="0" w:color="auto"/>
        <w:bottom w:val="none" w:sz="0" w:space="0" w:color="auto"/>
        <w:right w:val="none" w:sz="0" w:space="0" w:color="auto"/>
      </w:divBdr>
    </w:div>
    <w:div w:id="650209750">
      <w:bodyDiv w:val="1"/>
      <w:marLeft w:val="0"/>
      <w:marRight w:val="0"/>
      <w:marTop w:val="0"/>
      <w:marBottom w:val="0"/>
      <w:divBdr>
        <w:top w:val="none" w:sz="0" w:space="0" w:color="auto"/>
        <w:left w:val="none" w:sz="0" w:space="0" w:color="auto"/>
        <w:bottom w:val="none" w:sz="0" w:space="0" w:color="auto"/>
        <w:right w:val="none" w:sz="0" w:space="0" w:color="auto"/>
      </w:divBdr>
    </w:div>
    <w:div w:id="745609601">
      <w:bodyDiv w:val="1"/>
      <w:marLeft w:val="0"/>
      <w:marRight w:val="0"/>
      <w:marTop w:val="0"/>
      <w:marBottom w:val="0"/>
      <w:divBdr>
        <w:top w:val="none" w:sz="0" w:space="0" w:color="auto"/>
        <w:left w:val="none" w:sz="0" w:space="0" w:color="auto"/>
        <w:bottom w:val="none" w:sz="0" w:space="0" w:color="auto"/>
        <w:right w:val="none" w:sz="0" w:space="0" w:color="auto"/>
      </w:divBdr>
    </w:div>
    <w:div w:id="883759759">
      <w:bodyDiv w:val="1"/>
      <w:marLeft w:val="0"/>
      <w:marRight w:val="0"/>
      <w:marTop w:val="0"/>
      <w:marBottom w:val="0"/>
      <w:divBdr>
        <w:top w:val="none" w:sz="0" w:space="0" w:color="auto"/>
        <w:left w:val="none" w:sz="0" w:space="0" w:color="auto"/>
        <w:bottom w:val="none" w:sz="0" w:space="0" w:color="auto"/>
        <w:right w:val="none" w:sz="0" w:space="0" w:color="auto"/>
      </w:divBdr>
    </w:div>
    <w:div w:id="1014499934">
      <w:bodyDiv w:val="1"/>
      <w:marLeft w:val="0"/>
      <w:marRight w:val="0"/>
      <w:marTop w:val="0"/>
      <w:marBottom w:val="0"/>
      <w:divBdr>
        <w:top w:val="none" w:sz="0" w:space="0" w:color="auto"/>
        <w:left w:val="none" w:sz="0" w:space="0" w:color="auto"/>
        <w:bottom w:val="none" w:sz="0" w:space="0" w:color="auto"/>
        <w:right w:val="none" w:sz="0" w:space="0" w:color="auto"/>
      </w:divBdr>
    </w:div>
    <w:div w:id="1115637252">
      <w:bodyDiv w:val="1"/>
      <w:marLeft w:val="0"/>
      <w:marRight w:val="0"/>
      <w:marTop w:val="0"/>
      <w:marBottom w:val="0"/>
      <w:divBdr>
        <w:top w:val="none" w:sz="0" w:space="0" w:color="auto"/>
        <w:left w:val="none" w:sz="0" w:space="0" w:color="auto"/>
        <w:bottom w:val="none" w:sz="0" w:space="0" w:color="auto"/>
        <w:right w:val="none" w:sz="0" w:space="0" w:color="auto"/>
      </w:divBdr>
    </w:div>
    <w:div w:id="1156916228">
      <w:bodyDiv w:val="1"/>
      <w:marLeft w:val="0"/>
      <w:marRight w:val="0"/>
      <w:marTop w:val="0"/>
      <w:marBottom w:val="0"/>
      <w:divBdr>
        <w:top w:val="none" w:sz="0" w:space="0" w:color="auto"/>
        <w:left w:val="none" w:sz="0" w:space="0" w:color="auto"/>
        <w:bottom w:val="none" w:sz="0" w:space="0" w:color="auto"/>
        <w:right w:val="none" w:sz="0" w:space="0" w:color="auto"/>
      </w:divBdr>
    </w:div>
    <w:div w:id="1295065244">
      <w:bodyDiv w:val="1"/>
      <w:marLeft w:val="0"/>
      <w:marRight w:val="0"/>
      <w:marTop w:val="0"/>
      <w:marBottom w:val="0"/>
      <w:divBdr>
        <w:top w:val="none" w:sz="0" w:space="0" w:color="auto"/>
        <w:left w:val="none" w:sz="0" w:space="0" w:color="auto"/>
        <w:bottom w:val="none" w:sz="0" w:space="0" w:color="auto"/>
        <w:right w:val="none" w:sz="0" w:space="0" w:color="auto"/>
      </w:divBdr>
    </w:div>
    <w:div w:id="1545554159">
      <w:bodyDiv w:val="1"/>
      <w:marLeft w:val="0"/>
      <w:marRight w:val="0"/>
      <w:marTop w:val="0"/>
      <w:marBottom w:val="0"/>
      <w:divBdr>
        <w:top w:val="none" w:sz="0" w:space="0" w:color="auto"/>
        <w:left w:val="none" w:sz="0" w:space="0" w:color="auto"/>
        <w:bottom w:val="none" w:sz="0" w:space="0" w:color="auto"/>
        <w:right w:val="none" w:sz="0" w:space="0" w:color="auto"/>
      </w:divBdr>
    </w:div>
    <w:div w:id="1762992785">
      <w:bodyDiv w:val="1"/>
      <w:marLeft w:val="0"/>
      <w:marRight w:val="0"/>
      <w:marTop w:val="0"/>
      <w:marBottom w:val="0"/>
      <w:divBdr>
        <w:top w:val="none" w:sz="0" w:space="0" w:color="auto"/>
        <w:left w:val="none" w:sz="0" w:space="0" w:color="auto"/>
        <w:bottom w:val="none" w:sz="0" w:space="0" w:color="auto"/>
        <w:right w:val="none" w:sz="0" w:space="0" w:color="auto"/>
      </w:divBdr>
    </w:div>
    <w:div w:id="1804272508">
      <w:bodyDiv w:val="1"/>
      <w:marLeft w:val="0"/>
      <w:marRight w:val="0"/>
      <w:marTop w:val="0"/>
      <w:marBottom w:val="0"/>
      <w:divBdr>
        <w:top w:val="none" w:sz="0" w:space="0" w:color="auto"/>
        <w:left w:val="none" w:sz="0" w:space="0" w:color="auto"/>
        <w:bottom w:val="none" w:sz="0" w:space="0" w:color="auto"/>
        <w:right w:val="none" w:sz="0" w:space="0" w:color="auto"/>
      </w:divBdr>
    </w:div>
    <w:div w:id="1806774797">
      <w:bodyDiv w:val="1"/>
      <w:marLeft w:val="0"/>
      <w:marRight w:val="0"/>
      <w:marTop w:val="0"/>
      <w:marBottom w:val="0"/>
      <w:divBdr>
        <w:top w:val="none" w:sz="0" w:space="0" w:color="auto"/>
        <w:left w:val="none" w:sz="0" w:space="0" w:color="auto"/>
        <w:bottom w:val="none" w:sz="0" w:space="0" w:color="auto"/>
        <w:right w:val="none" w:sz="0" w:space="0" w:color="auto"/>
      </w:divBdr>
    </w:div>
    <w:div w:id="1863089683">
      <w:bodyDiv w:val="1"/>
      <w:marLeft w:val="0"/>
      <w:marRight w:val="0"/>
      <w:marTop w:val="0"/>
      <w:marBottom w:val="0"/>
      <w:divBdr>
        <w:top w:val="none" w:sz="0" w:space="0" w:color="auto"/>
        <w:left w:val="none" w:sz="0" w:space="0" w:color="auto"/>
        <w:bottom w:val="none" w:sz="0" w:space="0" w:color="auto"/>
        <w:right w:val="none" w:sz="0" w:space="0" w:color="auto"/>
      </w:divBdr>
    </w:div>
    <w:div w:id="1905069251">
      <w:bodyDiv w:val="1"/>
      <w:marLeft w:val="0"/>
      <w:marRight w:val="0"/>
      <w:marTop w:val="0"/>
      <w:marBottom w:val="0"/>
      <w:divBdr>
        <w:top w:val="none" w:sz="0" w:space="0" w:color="auto"/>
        <w:left w:val="none" w:sz="0" w:space="0" w:color="auto"/>
        <w:bottom w:val="none" w:sz="0" w:space="0" w:color="auto"/>
        <w:right w:val="none" w:sz="0" w:space="0" w:color="auto"/>
      </w:divBdr>
    </w:div>
    <w:div w:id="1932740187">
      <w:bodyDiv w:val="1"/>
      <w:marLeft w:val="0"/>
      <w:marRight w:val="0"/>
      <w:marTop w:val="0"/>
      <w:marBottom w:val="0"/>
      <w:divBdr>
        <w:top w:val="none" w:sz="0" w:space="0" w:color="auto"/>
        <w:left w:val="none" w:sz="0" w:space="0" w:color="auto"/>
        <w:bottom w:val="none" w:sz="0" w:space="0" w:color="auto"/>
        <w:right w:val="none" w:sz="0" w:space="0" w:color="auto"/>
      </w:divBdr>
    </w:div>
    <w:div w:id="1978760193">
      <w:bodyDiv w:val="1"/>
      <w:marLeft w:val="0"/>
      <w:marRight w:val="0"/>
      <w:marTop w:val="0"/>
      <w:marBottom w:val="0"/>
      <w:divBdr>
        <w:top w:val="none" w:sz="0" w:space="0" w:color="auto"/>
        <w:left w:val="none" w:sz="0" w:space="0" w:color="auto"/>
        <w:bottom w:val="none" w:sz="0" w:space="0" w:color="auto"/>
        <w:right w:val="none" w:sz="0" w:space="0" w:color="auto"/>
      </w:divBdr>
    </w:div>
    <w:div w:id="2074967697">
      <w:bodyDiv w:val="1"/>
      <w:marLeft w:val="0"/>
      <w:marRight w:val="0"/>
      <w:marTop w:val="0"/>
      <w:marBottom w:val="0"/>
      <w:divBdr>
        <w:top w:val="none" w:sz="0" w:space="0" w:color="auto"/>
        <w:left w:val="none" w:sz="0" w:space="0" w:color="auto"/>
        <w:bottom w:val="none" w:sz="0" w:space="0" w:color="auto"/>
        <w:right w:val="none" w:sz="0" w:space="0" w:color="auto"/>
      </w:divBdr>
    </w:div>
    <w:div w:id="2111466536">
      <w:bodyDiv w:val="1"/>
      <w:marLeft w:val="0"/>
      <w:marRight w:val="0"/>
      <w:marTop w:val="0"/>
      <w:marBottom w:val="0"/>
      <w:divBdr>
        <w:top w:val="none" w:sz="0" w:space="0" w:color="auto"/>
        <w:left w:val="none" w:sz="0" w:space="0" w:color="auto"/>
        <w:bottom w:val="none" w:sz="0" w:space="0" w:color="auto"/>
        <w:right w:val="none" w:sz="0" w:space="0" w:color="auto"/>
      </w:divBdr>
    </w:div>
    <w:div w:id="2128427705">
      <w:bodyDiv w:val="1"/>
      <w:marLeft w:val="0"/>
      <w:marRight w:val="0"/>
      <w:marTop w:val="0"/>
      <w:marBottom w:val="0"/>
      <w:divBdr>
        <w:top w:val="none" w:sz="0" w:space="0" w:color="auto"/>
        <w:left w:val="none" w:sz="0" w:space="0" w:color="auto"/>
        <w:bottom w:val="none" w:sz="0" w:space="0" w:color="auto"/>
        <w:right w:val="none" w:sz="0" w:space="0" w:color="auto"/>
      </w:divBdr>
    </w:div>
    <w:div w:id="2142571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ebecca%20Davis\Application%20Data\Microsoft\Templates\Logo_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45FE8FE403874BA4D3604B75B70341" ma:contentTypeVersion="0" ma:contentTypeDescription="Create a new document." ma:contentTypeScope="" ma:versionID="523c89d47954717bbc9852b41e2ddf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D2B03A7-6BD8-4FF2-B2AA-800B739856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9FC794B-2532-41E0-B5D4-231B1E74D452}">
  <ds:schemaRefs>
    <ds:schemaRef ds:uri="http://schemas.microsoft.com/sharepoint/v3/contenttype/forms"/>
  </ds:schemaRefs>
</ds:datastoreItem>
</file>

<file path=customXml/itemProps3.xml><?xml version="1.0" encoding="utf-8"?>
<ds:datastoreItem xmlns:ds="http://schemas.openxmlformats.org/officeDocument/2006/customXml" ds:itemID="{BEBC24C2-E53E-4CB6-99A3-70B82D3DBD4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Logo_Letterhead</Template>
  <TotalTime>2</TotalTime>
  <Pages>1</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Mission Hills Community Services District</vt:lpstr>
    </vt:vector>
  </TitlesOfParts>
  <Company>Hewlett-Packard</Company>
  <LinksUpToDate>false</LinksUpToDate>
  <CharactersWithSpaces>1526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Mission Hills Community Services District</dc:title>
  <dc:creator>Casey Fowler</dc:creator>
  <cp:lastModifiedBy>Casey Fowler</cp:lastModifiedBy>
  <cp:revision>3</cp:revision>
  <cp:lastPrinted>2018-02-01T16:22:00Z</cp:lastPrinted>
  <dcterms:created xsi:type="dcterms:W3CDTF">2018-02-05T20:57:00Z</dcterms:created>
  <dcterms:modified xsi:type="dcterms:W3CDTF">2018-02-05T20:58:00Z</dcterms:modified>
</cp:coreProperties>
</file>